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2BCF2960" w14:textId="77777777" w:rsidTr="002251A9">
        <w:trPr>
          <w:trHeight w:hRule="exact" w:val="2948"/>
        </w:trPr>
        <w:tc>
          <w:tcPr>
            <w:tcW w:w="11185" w:type="dxa"/>
          </w:tcPr>
          <w:p w14:paraId="2BD880BA"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45731E7E" w14:textId="77777777" w:rsidR="00784C66" w:rsidRDefault="00784C66" w:rsidP="00BF6D41"/>
    <w:p w14:paraId="6C65A0B6" w14:textId="77777777" w:rsidR="00D74AE1" w:rsidRPr="00405755" w:rsidRDefault="00D74AE1" w:rsidP="00BF6D41"/>
    <w:p w14:paraId="11D35743" w14:textId="77777777" w:rsidR="0019707C" w:rsidRDefault="0019707C" w:rsidP="008B14DC">
      <w:pPr>
        <w:pStyle w:val="Documentnumber"/>
      </w:pPr>
      <w:r w:rsidRPr="008B14DC">
        <w:t>R</w:t>
      </w:r>
      <w:r w:rsidR="00DC3C47">
        <w:t>0145 (V-145)</w:t>
      </w:r>
    </w:p>
    <w:p w14:paraId="73C7639A" w14:textId="77777777" w:rsidR="00776004" w:rsidRPr="00405755" w:rsidRDefault="00DC3C47" w:rsidP="00564664">
      <w:pPr>
        <w:pStyle w:val="Documentname"/>
      </w:pPr>
      <w:r>
        <w:t>The Inter-VTS Exchange Format (IVEF) Service</w:t>
      </w:r>
      <w:r w:rsidR="0019707C">
        <w:t xml:space="preserve"> </w:t>
      </w:r>
    </w:p>
    <w:p w14:paraId="434508FA" w14:textId="77777777" w:rsidR="005378B8" w:rsidRPr="00405755" w:rsidRDefault="005378B8" w:rsidP="00AA235F"/>
    <w:p w14:paraId="4A762660" w14:textId="77777777" w:rsidR="005378B8" w:rsidRPr="00405755" w:rsidRDefault="005378B8" w:rsidP="00AA235F"/>
    <w:p w14:paraId="31AB1CA0" w14:textId="77777777" w:rsidR="005378B8" w:rsidRPr="00405755" w:rsidRDefault="005378B8" w:rsidP="00AA235F"/>
    <w:p w14:paraId="0C75E13F" w14:textId="77777777" w:rsidR="005378B8" w:rsidRPr="00405755" w:rsidRDefault="005378B8" w:rsidP="00AA235F"/>
    <w:p w14:paraId="214EED6E" w14:textId="77777777" w:rsidR="005378B8" w:rsidRPr="00405755" w:rsidRDefault="005378B8" w:rsidP="00AA235F"/>
    <w:p w14:paraId="6BF749A2" w14:textId="77777777" w:rsidR="005378B8" w:rsidRPr="00405755" w:rsidRDefault="005378B8" w:rsidP="00AA235F"/>
    <w:p w14:paraId="08D0C04B" w14:textId="77777777" w:rsidR="005378B8" w:rsidRPr="00405755" w:rsidRDefault="005378B8" w:rsidP="00AA235F"/>
    <w:p w14:paraId="4B6DBB36" w14:textId="77777777" w:rsidR="005378B8" w:rsidRPr="00405755" w:rsidRDefault="005378B8" w:rsidP="00AA235F"/>
    <w:p w14:paraId="4BB3E8C6" w14:textId="77777777" w:rsidR="005378B8" w:rsidRDefault="005378B8" w:rsidP="00AA235F"/>
    <w:p w14:paraId="4FF5CBD2" w14:textId="77777777" w:rsidR="00471C48" w:rsidRPr="00405755" w:rsidRDefault="00471C48" w:rsidP="00AA235F"/>
    <w:p w14:paraId="2399139A" w14:textId="77777777" w:rsidR="005378B8" w:rsidRDefault="005378B8" w:rsidP="00AA235F"/>
    <w:p w14:paraId="4291CC64" w14:textId="77777777" w:rsidR="00AA235F" w:rsidRDefault="00AA235F" w:rsidP="00AA235F"/>
    <w:p w14:paraId="6E5B032C" w14:textId="77777777" w:rsidR="00AA235F" w:rsidRDefault="00AA235F" w:rsidP="00AA235F"/>
    <w:p w14:paraId="3495AFF0" w14:textId="77777777" w:rsidR="00AA235F" w:rsidRDefault="00AA235F" w:rsidP="00AA235F"/>
    <w:p w14:paraId="6D8B54E3" w14:textId="77777777" w:rsidR="00AA235F" w:rsidRDefault="00AA235F" w:rsidP="00AA235F"/>
    <w:p w14:paraId="15448C57" w14:textId="77777777" w:rsidR="00AA235F" w:rsidRDefault="00AA235F" w:rsidP="00AA235F"/>
    <w:p w14:paraId="01C8B376" w14:textId="77777777" w:rsidR="00AA235F" w:rsidRDefault="00AA235F" w:rsidP="00AA235F"/>
    <w:p w14:paraId="0B995EC8" w14:textId="77777777" w:rsidR="00AA235F" w:rsidRDefault="00AA235F" w:rsidP="00AA235F"/>
    <w:p w14:paraId="15D5D8E1" w14:textId="77777777" w:rsidR="00AA235F" w:rsidRDefault="00AA235F" w:rsidP="00AA235F"/>
    <w:p w14:paraId="47EDFF61" w14:textId="77777777" w:rsidR="00AA235F" w:rsidRDefault="00AA235F" w:rsidP="00AA235F"/>
    <w:p w14:paraId="106AFA0E" w14:textId="77777777" w:rsidR="00AA235F" w:rsidRDefault="00AA235F" w:rsidP="00AA235F"/>
    <w:p w14:paraId="7307A3BB" w14:textId="77777777" w:rsidR="004673FD" w:rsidRDefault="004673FD" w:rsidP="00AA235F"/>
    <w:p w14:paraId="07212311" w14:textId="77777777" w:rsidR="005378B8" w:rsidRPr="00405755" w:rsidRDefault="005378B8" w:rsidP="005378B8">
      <w:pPr>
        <w:pStyle w:val="Editionnumber"/>
      </w:pPr>
      <w:r w:rsidRPr="00405755">
        <w:t xml:space="preserve">Edition </w:t>
      </w:r>
      <w:proofErr w:type="spellStart"/>
      <w:r w:rsidR="0019707C">
        <w:t>x.x</w:t>
      </w:r>
      <w:proofErr w:type="spellEnd"/>
    </w:p>
    <w:p w14:paraId="1D4AE678" w14:textId="77777777" w:rsidR="0072592B" w:rsidRDefault="0019707C" w:rsidP="00471C48">
      <w:pPr>
        <w:pStyle w:val="Documentdate"/>
      </w:pPr>
      <w:r>
        <w:t>Date (of approval by Council)</w:t>
      </w:r>
    </w:p>
    <w:p w14:paraId="5D785246" w14:textId="77777777" w:rsidR="0019707C" w:rsidRPr="00405755" w:rsidRDefault="0019707C" w:rsidP="00AA235F"/>
    <w:p w14:paraId="6BF9289C" w14:textId="77777777" w:rsidR="00BC27F6" w:rsidRDefault="00DC3C47" w:rsidP="0019707C">
      <w:pPr>
        <w:pStyle w:val="MRN"/>
      </w:pPr>
      <w:proofErr w:type="gramStart"/>
      <w:r>
        <w:lastRenderedPageBreak/>
        <w:t>urn:</w:t>
      </w:r>
      <w:proofErr w:type="gramEnd"/>
      <w:r>
        <w:t>mrn:iala:pub:r0145</w:t>
      </w:r>
    </w:p>
    <w:p w14:paraId="5097D910" w14:textId="77777777" w:rsidR="0019707C" w:rsidRPr="00405755" w:rsidRDefault="0019707C" w:rsidP="00D74AE1">
      <w:pPr>
        <w:sectPr w:rsidR="0019707C" w:rsidRPr="00405755" w:rsidSect="00F35F2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C6F2655" w14:textId="77777777" w:rsidR="00914E26" w:rsidRPr="00405755" w:rsidRDefault="00914E26" w:rsidP="00914E26">
      <w:pPr>
        <w:pStyle w:val="BodyTex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61899AC5" w14:textId="77777777" w:rsidTr="008B14DC">
        <w:tc>
          <w:tcPr>
            <w:tcW w:w="1908" w:type="dxa"/>
          </w:tcPr>
          <w:bookmarkEnd w:id="3"/>
          <w:p w14:paraId="7F1E7DD1" w14:textId="77777777" w:rsidR="00914E26" w:rsidRPr="00405755" w:rsidRDefault="00914E26" w:rsidP="00914E26">
            <w:pPr>
              <w:pStyle w:val="Revisiontabletexttitle"/>
            </w:pPr>
            <w:r w:rsidRPr="00405755">
              <w:t>Date</w:t>
            </w:r>
          </w:p>
        </w:tc>
        <w:tc>
          <w:tcPr>
            <w:tcW w:w="5884" w:type="dxa"/>
          </w:tcPr>
          <w:p w14:paraId="4FCDAD57" w14:textId="77777777" w:rsidR="00914E26" w:rsidRPr="00405755" w:rsidRDefault="008B14DC" w:rsidP="00914E26">
            <w:pPr>
              <w:pStyle w:val="Revisiontabletexttitle"/>
            </w:pPr>
            <w:r>
              <w:t>Details</w:t>
            </w:r>
          </w:p>
        </w:tc>
        <w:tc>
          <w:tcPr>
            <w:tcW w:w="2693" w:type="dxa"/>
          </w:tcPr>
          <w:p w14:paraId="207FCA89" w14:textId="77777777" w:rsidR="00914E26" w:rsidRPr="00405755" w:rsidRDefault="008B14DC" w:rsidP="005E4659">
            <w:pPr>
              <w:pStyle w:val="Revisiontabletexttitle"/>
              <w:ind w:right="112"/>
            </w:pPr>
            <w:r>
              <w:t>Approval</w:t>
            </w:r>
          </w:p>
        </w:tc>
      </w:tr>
      <w:tr w:rsidR="005E4659" w:rsidRPr="00405755" w14:paraId="749644F4" w14:textId="77777777" w:rsidTr="008B14DC">
        <w:trPr>
          <w:trHeight w:val="851"/>
        </w:trPr>
        <w:tc>
          <w:tcPr>
            <w:tcW w:w="1908" w:type="dxa"/>
            <w:vAlign w:val="center"/>
          </w:tcPr>
          <w:p w14:paraId="77036FD3" w14:textId="77777777" w:rsidR="00914E26" w:rsidRPr="00405755" w:rsidRDefault="00914E26" w:rsidP="00914E26">
            <w:pPr>
              <w:pStyle w:val="Tabletext"/>
            </w:pPr>
          </w:p>
        </w:tc>
        <w:tc>
          <w:tcPr>
            <w:tcW w:w="5884" w:type="dxa"/>
            <w:vAlign w:val="center"/>
          </w:tcPr>
          <w:p w14:paraId="59E5DFF2" w14:textId="77777777" w:rsidR="00914E26" w:rsidRPr="00405755" w:rsidRDefault="00914E26" w:rsidP="00914E26">
            <w:pPr>
              <w:pStyle w:val="Tabletext"/>
            </w:pPr>
          </w:p>
        </w:tc>
        <w:tc>
          <w:tcPr>
            <w:tcW w:w="2693" w:type="dxa"/>
            <w:vAlign w:val="center"/>
          </w:tcPr>
          <w:p w14:paraId="62CD2F23" w14:textId="77777777" w:rsidR="00914E26" w:rsidRPr="00405755" w:rsidRDefault="00914E26" w:rsidP="00914E26">
            <w:pPr>
              <w:pStyle w:val="Tabletext"/>
            </w:pPr>
          </w:p>
        </w:tc>
      </w:tr>
      <w:tr w:rsidR="005E4659" w:rsidRPr="00405755" w14:paraId="78779B9B" w14:textId="77777777" w:rsidTr="008B14DC">
        <w:trPr>
          <w:trHeight w:val="851"/>
        </w:trPr>
        <w:tc>
          <w:tcPr>
            <w:tcW w:w="1908" w:type="dxa"/>
            <w:vAlign w:val="center"/>
          </w:tcPr>
          <w:p w14:paraId="43E02C6B" w14:textId="77777777" w:rsidR="00914E26" w:rsidRPr="00405755" w:rsidRDefault="00914E26" w:rsidP="00914E26">
            <w:pPr>
              <w:pStyle w:val="Tabletext"/>
            </w:pPr>
          </w:p>
        </w:tc>
        <w:tc>
          <w:tcPr>
            <w:tcW w:w="5884" w:type="dxa"/>
            <w:vAlign w:val="center"/>
          </w:tcPr>
          <w:p w14:paraId="0A14CE61" w14:textId="77777777" w:rsidR="00914E26" w:rsidRPr="00405755" w:rsidRDefault="00914E26" w:rsidP="00914E26">
            <w:pPr>
              <w:pStyle w:val="Tabletext"/>
            </w:pPr>
          </w:p>
        </w:tc>
        <w:tc>
          <w:tcPr>
            <w:tcW w:w="2693" w:type="dxa"/>
            <w:vAlign w:val="center"/>
          </w:tcPr>
          <w:p w14:paraId="5B3E19FB" w14:textId="77777777" w:rsidR="00914E26" w:rsidRPr="00405755" w:rsidRDefault="00914E26" w:rsidP="00914E26">
            <w:pPr>
              <w:pStyle w:val="Tabletext"/>
            </w:pPr>
          </w:p>
        </w:tc>
      </w:tr>
      <w:tr w:rsidR="005E4659" w:rsidRPr="00405755" w14:paraId="663FDA20" w14:textId="77777777" w:rsidTr="008B14DC">
        <w:trPr>
          <w:trHeight w:val="851"/>
        </w:trPr>
        <w:tc>
          <w:tcPr>
            <w:tcW w:w="1908" w:type="dxa"/>
            <w:vAlign w:val="center"/>
          </w:tcPr>
          <w:p w14:paraId="1F9978F4" w14:textId="77777777" w:rsidR="00914E26" w:rsidRPr="00405755" w:rsidRDefault="00914E26" w:rsidP="00914E26">
            <w:pPr>
              <w:pStyle w:val="Tabletext"/>
            </w:pPr>
          </w:p>
        </w:tc>
        <w:tc>
          <w:tcPr>
            <w:tcW w:w="5884" w:type="dxa"/>
            <w:vAlign w:val="center"/>
          </w:tcPr>
          <w:p w14:paraId="5DC1F4FE" w14:textId="77777777" w:rsidR="00914E26" w:rsidRPr="00405755" w:rsidRDefault="00914E26" w:rsidP="00914E26">
            <w:pPr>
              <w:pStyle w:val="Tabletext"/>
            </w:pPr>
          </w:p>
        </w:tc>
        <w:tc>
          <w:tcPr>
            <w:tcW w:w="2693" w:type="dxa"/>
            <w:vAlign w:val="center"/>
          </w:tcPr>
          <w:p w14:paraId="74E091A2" w14:textId="77777777" w:rsidR="00914E26" w:rsidRPr="00405755" w:rsidRDefault="00914E26" w:rsidP="00914E26">
            <w:pPr>
              <w:pStyle w:val="Tabletext"/>
            </w:pPr>
          </w:p>
        </w:tc>
      </w:tr>
      <w:tr w:rsidR="005E4659" w:rsidRPr="00405755" w14:paraId="3C656AA9" w14:textId="77777777" w:rsidTr="008B14DC">
        <w:trPr>
          <w:trHeight w:val="851"/>
        </w:trPr>
        <w:tc>
          <w:tcPr>
            <w:tcW w:w="1908" w:type="dxa"/>
            <w:vAlign w:val="center"/>
          </w:tcPr>
          <w:p w14:paraId="3A9FFB95" w14:textId="77777777" w:rsidR="00914E26" w:rsidRPr="00405755" w:rsidRDefault="00914E26" w:rsidP="00914E26">
            <w:pPr>
              <w:pStyle w:val="Tabletext"/>
            </w:pPr>
          </w:p>
        </w:tc>
        <w:tc>
          <w:tcPr>
            <w:tcW w:w="5884" w:type="dxa"/>
            <w:vAlign w:val="center"/>
          </w:tcPr>
          <w:p w14:paraId="26834392" w14:textId="77777777" w:rsidR="00914E26" w:rsidRPr="00405755" w:rsidRDefault="00914E26" w:rsidP="00914E26">
            <w:pPr>
              <w:pStyle w:val="Tabletext"/>
            </w:pPr>
          </w:p>
        </w:tc>
        <w:tc>
          <w:tcPr>
            <w:tcW w:w="2693" w:type="dxa"/>
            <w:vAlign w:val="center"/>
          </w:tcPr>
          <w:p w14:paraId="14C3F39C" w14:textId="77777777" w:rsidR="00914E26" w:rsidRPr="00405755" w:rsidRDefault="00914E26" w:rsidP="00914E26">
            <w:pPr>
              <w:pStyle w:val="Tabletext"/>
            </w:pPr>
          </w:p>
        </w:tc>
      </w:tr>
      <w:tr w:rsidR="005E4659" w:rsidRPr="00405755" w14:paraId="1A8E282E" w14:textId="77777777" w:rsidTr="008B14DC">
        <w:trPr>
          <w:trHeight w:val="851"/>
        </w:trPr>
        <w:tc>
          <w:tcPr>
            <w:tcW w:w="1908" w:type="dxa"/>
            <w:vAlign w:val="center"/>
          </w:tcPr>
          <w:p w14:paraId="19B997B5" w14:textId="77777777" w:rsidR="00914E26" w:rsidRPr="00405755" w:rsidRDefault="00914E26" w:rsidP="00914E26">
            <w:pPr>
              <w:pStyle w:val="Tabletext"/>
            </w:pPr>
          </w:p>
        </w:tc>
        <w:tc>
          <w:tcPr>
            <w:tcW w:w="5884" w:type="dxa"/>
            <w:vAlign w:val="center"/>
          </w:tcPr>
          <w:p w14:paraId="7FFDCB13" w14:textId="77777777" w:rsidR="00914E26" w:rsidRPr="00405755" w:rsidRDefault="00914E26" w:rsidP="00914E26">
            <w:pPr>
              <w:pStyle w:val="Tabletext"/>
            </w:pPr>
          </w:p>
        </w:tc>
        <w:tc>
          <w:tcPr>
            <w:tcW w:w="2693" w:type="dxa"/>
            <w:vAlign w:val="center"/>
          </w:tcPr>
          <w:p w14:paraId="46648D51" w14:textId="77777777" w:rsidR="00914E26" w:rsidRPr="00405755" w:rsidRDefault="00914E26" w:rsidP="00914E26">
            <w:pPr>
              <w:pStyle w:val="Tabletext"/>
            </w:pPr>
          </w:p>
        </w:tc>
      </w:tr>
      <w:tr w:rsidR="005E4659" w:rsidRPr="00405755" w14:paraId="72A5CED8" w14:textId="77777777" w:rsidTr="008B14DC">
        <w:trPr>
          <w:trHeight w:val="851"/>
        </w:trPr>
        <w:tc>
          <w:tcPr>
            <w:tcW w:w="1908" w:type="dxa"/>
            <w:vAlign w:val="center"/>
          </w:tcPr>
          <w:p w14:paraId="5AA838B0" w14:textId="77777777" w:rsidR="00914E26" w:rsidRPr="00405755" w:rsidRDefault="00914E26" w:rsidP="00914E26">
            <w:pPr>
              <w:pStyle w:val="Tabletext"/>
            </w:pPr>
          </w:p>
        </w:tc>
        <w:tc>
          <w:tcPr>
            <w:tcW w:w="5884" w:type="dxa"/>
            <w:vAlign w:val="center"/>
          </w:tcPr>
          <w:p w14:paraId="029398D3" w14:textId="77777777" w:rsidR="00914E26" w:rsidRPr="00405755" w:rsidRDefault="00914E26" w:rsidP="00914E26">
            <w:pPr>
              <w:pStyle w:val="Tabletext"/>
            </w:pPr>
          </w:p>
        </w:tc>
        <w:tc>
          <w:tcPr>
            <w:tcW w:w="2693" w:type="dxa"/>
            <w:vAlign w:val="center"/>
          </w:tcPr>
          <w:p w14:paraId="735A84CE" w14:textId="77777777" w:rsidR="00914E26" w:rsidRPr="00405755" w:rsidRDefault="00914E26" w:rsidP="00914E26">
            <w:pPr>
              <w:pStyle w:val="Tabletext"/>
            </w:pPr>
          </w:p>
        </w:tc>
      </w:tr>
      <w:tr w:rsidR="005E4659" w:rsidRPr="00405755" w14:paraId="377A1B57" w14:textId="77777777" w:rsidTr="008B14DC">
        <w:trPr>
          <w:trHeight w:val="851"/>
        </w:trPr>
        <w:tc>
          <w:tcPr>
            <w:tcW w:w="1908" w:type="dxa"/>
            <w:vAlign w:val="center"/>
          </w:tcPr>
          <w:p w14:paraId="5DFD168C" w14:textId="77777777" w:rsidR="00914E26" w:rsidRPr="00405755" w:rsidRDefault="00914E26" w:rsidP="00914E26">
            <w:pPr>
              <w:pStyle w:val="Tabletext"/>
            </w:pPr>
          </w:p>
        </w:tc>
        <w:tc>
          <w:tcPr>
            <w:tcW w:w="5884" w:type="dxa"/>
            <w:vAlign w:val="center"/>
          </w:tcPr>
          <w:p w14:paraId="5156F038" w14:textId="77777777" w:rsidR="00914E26" w:rsidRPr="00405755" w:rsidRDefault="00914E26" w:rsidP="00914E26">
            <w:pPr>
              <w:pStyle w:val="Tabletext"/>
            </w:pPr>
          </w:p>
        </w:tc>
        <w:tc>
          <w:tcPr>
            <w:tcW w:w="2693" w:type="dxa"/>
            <w:vAlign w:val="center"/>
          </w:tcPr>
          <w:p w14:paraId="0F4A7BC0" w14:textId="77777777" w:rsidR="00914E26" w:rsidRPr="00405755" w:rsidRDefault="00914E26" w:rsidP="00914E26">
            <w:pPr>
              <w:pStyle w:val="Tabletext"/>
            </w:pPr>
          </w:p>
        </w:tc>
      </w:tr>
    </w:tbl>
    <w:p w14:paraId="6277A0FC"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267CF39" w14:textId="77777777" w:rsidR="001B7940" w:rsidRDefault="001B7940" w:rsidP="001B7940">
      <w:pPr>
        <w:pStyle w:val="THECOUNCIL"/>
      </w:pPr>
      <w:bookmarkStart w:id="4" w:name="_Toc442255952"/>
      <w:r w:rsidRPr="007D487F">
        <w:lastRenderedPageBreak/>
        <w:t xml:space="preserve">THE </w:t>
      </w:r>
      <w:r w:rsidRPr="0006154F">
        <w:t>COUNCIL</w:t>
      </w:r>
    </w:p>
    <w:p w14:paraId="038571DC" w14:textId="77777777" w:rsidR="00470488" w:rsidRPr="00377127" w:rsidRDefault="00166C2E" w:rsidP="001B7940">
      <w:pPr>
        <w:pStyle w:val="Noting"/>
        <w:rPr>
          <w:highlight w:val="yellow"/>
        </w:rPr>
      </w:pPr>
      <w:commentRangeStart w:id="5"/>
      <w:r w:rsidRPr="00377127">
        <w:rPr>
          <w:b/>
          <w:highlight w:val="yellow"/>
        </w:rPr>
        <w:t>RECALLING</w:t>
      </w:r>
      <w:commentRangeEnd w:id="5"/>
      <w:r w:rsidR="00B11E00" w:rsidRPr="00377127">
        <w:rPr>
          <w:rStyle w:val="CommentReference"/>
          <w:rFonts w:eastAsiaTheme="minorHAnsi" w:cstheme="minorBidi"/>
          <w:highlight w:val="yellow"/>
        </w:rPr>
        <w:commentReference w:id="5"/>
      </w:r>
      <w:r w:rsidR="00470488" w:rsidRPr="00377127">
        <w:rPr>
          <w:highlight w:val="yellow"/>
        </w:rPr>
        <w:t>:</w:t>
      </w:r>
    </w:p>
    <w:p w14:paraId="316DC895" w14:textId="77777777" w:rsidR="00166C2E" w:rsidRPr="00377127" w:rsidRDefault="00470488" w:rsidP="00A976C0">
      <w:pPr>
        <w:pStyle w:val="RecommendationList1"/>
        <w:numPr>
          <w:ilvl w:val="0"/>
          <w:numId w:val="1"/>
        </w:numPr>
        <w:rPr>
          <w:highlight w:val="yellow"/>
        </w:rPr>
      </w:pPr>
      <w:bookmarkStart w:id="7" w:name="_Hlk59102249"/>
      <w:r w:rsidRPr="00377127">
        <w:rPr>
          <w:highlight w:val="yellow"/>
        </w:rPr>
        <w:t>T</w:t>
      </w:r>
      <w:r w:rsidR="005A5370" w:rsidRPr="00377127">
        <w:rPr>
          <w:highlight w:val="yellow"/>
        </w:rPr>
        <w:t>he function of IALA with respect to Safety of Navigation, the efficiency of maritime transport and the protection of the environment</w:t>
      </w:r>
      <w:r w:rsidRPr="00377127">
        <w:rPr>
          <w:highlight w:val="yellow"/>
        </w:rPr>
        <w:t>.</w:t>
      </w:r>
    </w:p>
    <w:p w14:paraId="5BB4D6CA" w14:textId="77777777" w:rsidR="00B9146E" w:rsidRPr="00377127" w:rsidRDefault="005A5370" w:rsidP="00A976C0">
      <w:pPr>
        <w:pStyle w:val="RecommendationList1"/>
        <w:numPr>
          <w:ilvl w:val="0"/>
          <w:numId w:val="1"/>
        </w:numPr>
        <w:rPr>
          <w:highlight w:val="yellow"/>
        </w:rPr>
      </w:pPr>
      <w:r w:rsidRPr="00377127">
        <w:rPr>
          <w:highlight w:val="yellow"/>
        </w:rPr>
        <w:t>Article 8 of the IALA Constitution regarding the authority, duties and functions of the Council</w:t>
      </w:r>
      <w:r w:rsidR="00470488" w:rsidRPr="00377127">
        <w:rPr>
          <w:highlight w:val="yellow"/>
        </w:rPr>
        <w:t>.</w:t>
      </w:r>
    </w:p>
    <w:bookmarkEnd w:id="7"/>
    <w:p w14:paraId="43A0FB58" w14:textId="77777777" w:rsidR="00470488" w:rsidRPr="00377127" w:rsidRDefault="00166C2E" w:rsidP="001B7940">
      <w:pPr>
        <w:pStyle w:val="Noting"/>
        <w:rPr>
          <w:highlight w:val="yellow"/>
        </w:rPr>
      </w:pPr>
      <w:r w:rsidRPr="00377127">
        <w:rPr>
          <w:b/>
          <w:highlight w:val="yellow"/>
        </w:rPr>
        <w:t>RECOGNI</w:t>
      </w:r>
      <w:r w:rsidR="009D3BAF" w:rsidRPr="00377127">
        <w:rPr>
          <w:b/>
          <w:highlight w:val="yellow"/>
        </w:rPr>
        <w:t>Z</w:t>
      </w:r>
      <w:r w:rsidRPr="00377127">
        <w:rPr>
          <w:b/>
          <w:highlight w:val="yellow"/>
        </w:rPr>
        <w:t>ING</w:t>
      </w:r>
      <w:r w:rsidR="00470488" w:rsidRPr="00377127">
        <w:rPr>
          <w:highlight w:val="yellow"/>
        </w:rPr>
        <w:t>:</w:t>
      </w:r>
    </w:p>
    <w:p w14:paraId="11D73165" w14:textId="77777777" w:rsidR="00166C2E" w:rsidRPr="00377127" w:rsidRDefault="00E962F7" w:rsidP="00AA46D0">
      <w:pPr>
        <w:pStyle w:val="RecommendationList1"/>
        <w:numPr>
          <w:ilvl w:val="0"/>
          <w:numId w:val="15"/>
        </w:numPr>
        <w:rPr>
          <w:highlight w:val="yellow"/>
        </w:rPr>
      </w:pPr>
      <w:r w:rsidRPr="00377127">
        <w:rPr>
          <w:highlight w:val="yellow"/>
        </w:rPr>
        <w:t>T</w:t>
      </w:r>
      <w:r w:rsidR="00166C2E" w:rsidRPr="00377127">
        <w:rPr>
          <w:highlight w:val="yellow"/>
        </w:rPr>
        <w:t xml:space="preserve">he </w:t>
      </w:r>
      <w:r w:rsidR="00A326AC" w:rsidRPr="00377127">
        <w:rPr>
          <w:highlight w:val="yellow"/>
        </w:rPr>
        <w:t>[insert brief background text related to the Recommendation]</w:t>
      </w:r>
      <w:r w:rsidR="00470488" w:rsidRPr="00377127">
        <w:rPr>
          <w:highlight w:val="yellow"/>
        </w:rPr>
        <w:t>.</w:t>
      </w:r>
    </w:p>
    <w:p w14:paraId="078E9BAE" w14:textId="77777777" w:rsidR="0009304C" w:rsidRPr="00377127" w:rsidRDefault="00A326AC" w:rsidP="00A976C0">
      <w:pPr>
        <w:pStyle w:val="RecommendationList1"/>
        <w:numPr>
          <w:ilvl w:val="0"/>
          <w:numId w:val="1"/>
        </w:numPr>
        <w:rPr>
          <w:highlight w:val="yellow"/>
        </w:rPr>
      </w:pPr>
      <w:r w:rsidRPr="00377127">
        <w:rPr>
          <w:highlight w:val="yellow"/>
        </w:rPr>
        <w:t>[</w:t>
      </w:r>
      <w:proofErr w:type="gramStart"/>
      <w:r w:rsidRPr="00377127">
        <w:rPr>
          <w:highlight w:val="yellow"/>
        </w:rPr>
        <w:t>insert</w:t>
      </w:r>
      <w:proofErr w:type="gramEnd"/>
      <w:r w:rsidRPr="00377127">
        <w:rPr>
          <w:highlight w:val="yellow"/>
        </w:rPr>
        <w:t xml:space="preserve"> brief background text related to the Recommendation</w:t>
      </w:r>
      <w:r w:rsidR="00470488" w:rsidRPr="00377127">
        <w:rPr>
          <w:highlight w:val="yellow"/>
        </w:rPr>
        <w:t>].</w:t>
      </w:r>
    </w:p>
    <w:p w14:paraId="04F7073B" w14:textId="77777777" w:rsidR="001B7940" w:rsidRPr="00377127" w:rsidRDefault="00B9146E" w:rsidP="001B7940">
      <w:pPr>
        <w:pStyle w:val="Noting"/>
        <w:rPr>
          <w:iCs/>
          <w:highlight w:val="yellow"/>
        </w:rPr>
      </w:pPr>
      <w:r w:rsidRPr="00377127">
        <w:rPr>
          <w:b/>
          <w:highlight w:val="yellow"/>
        </w:rPr>
        <w:t>CONSIDERING</w:t>
      </w:r>
      <w:r w:rsidR="00A326AC" w:rsidRPr="00377127">
        <w:rPr>
          <w:b/>
          <w:highlight w:val="yellow"/>
        </w:rPr>
        <w:t xml:space="preserve"> </w:t>
      </w:r>
      <w:r w:rsidR="001B7940" w:rsidRPr="00377127">
        <w:rPr>
          <w:highlight w:val="yellow"/>
        </w:rPr>
        <w:t xml:space="preserve">the </w:t>
      </w:r>
      <w:r w:rsidRPr="00377127">
        <w:rPr>
          <w:highlight w:val="yellow"/>
        </w:rPr>
        <w:t>proposals</w:t>
      </w:r>
      <w:r w:rsidR="00A326AC" w:rsidRPr="00377127">
        <w:rPr>
          <w:highlight w:val="yellow"/>
        </w:rPr>
        <w:t xml:space="preserve"> of the </w:t>
      </w:r>
      <w:r w:rsidR="00A326AC" w:rsidRPr="00377127">
        <w:rPr>
          <w:iCs/>
          <w:highlight w:val="yellow"/>
        </w:rPr>
        <w:t>[</w:t>
      </w:r>
      <w:r w:rsidR="007D487F" w:rsidRPr="00377127">
        <w:rPr>
          <w:iCs/>
          <w:highlight w:val="yellow"/>
        </w:rPr>
        <w:t>e.g.,</w:t>
      </w:r>
      <w:r w:rsidR="00320C7A" w:rsidRPr="00377127">
        <w:rPr>
          <w:iCs/>
          <w:highlight w:val="yellow"/>
        </w:rPr>
        <w:t xml:space="preserve"> </w:t>
      </w:r>
      <w:r w:rsidR="00E714E1" w:rsidRPr="00377127">
        <w:rPr>
          <w:iCs/>
          <w:highlight w:val="yellow"/>
        </w:rPr>
        <w:t xml:space="preserve">IALA </w:t>
      </w:r>
      <w:r w:rsidR="00A326AC" w:rsidRPr="00377127">
        <w:rPr>
          <w:iCs/>
          <w:highlight w:val="yellow"/>
        </w:rPr>
        <w:t>Aids to Navigation Requirements and Management Committee]</w:t>
      </w:r>
      <w:r w:rsidRPr="00377127">
        <w:rPr>
          <w:iCs/>
          <w:highlight w:val="yellow"/>
        </w:rPr>
        <w:t>,</w:t>
      </w:r>
    </w:p>
    <w:p w14:paraId="13DD0B92" w14:textId="77777777" w:rsidR="007D487F" w:rsidRPr="00377127" w:rsidRDefault="007D487F" w:rsidP="001B7940">
      <w:pPr>
        <w:pStyle w:val="Noting"/>
        <w:rPr>
          <w:highlight w:val="yellow"/>
        </w:rPr>
      </w:pPr>
      <w:r w:rsidRPr="00377127">
        <w:rPr>
          <w:b/>
          <w:highlight w:val="yellow"/>
        </w:rPr>
        <w:t>NOTING</w:t>
      </w:r>
      <w:r w:rsidR="00610901" w:rsidRPr="00377127">
        <w:rPr>
          <w:b/>
          <w:highlight w:val="yellow"/>
        </w:rPr>
        <w:t xml:space="preserve"> </w:t>
      </w:r>
      <w:r w:rsidR="00610901" w:rsidRPr="00377127">
        <w:rPr>
          <w:highlight w:val="yellow"/>
        </w:rPr>
        <w:t>that [e.g.</w:t>
      </w:r>
      <w:r w:rsidR="00CE2A1E" w:rsidRPr="00377127">
        <w:rPr>
          <w:highlight w:val="yellow"/>
        </w:rPr>
        <w:t>,</w:t>
      </w:r>
      <w:r w:rsidR="00610901" w:rsidRPr="00377127">
        <w:rPr>
          <w:highlight w:val="yellow"/>
        </w:rPr>
        <w:t xml:space="preserve"> the International Maritime Organisation in Assembly Resolution </w:t>
      </w:r>
      <w:proofErr w:type="gramStart"/>
      <w:r w:rsidR="00610901" w:rsidRPr="00377127">
        <w:rPr>
          <w:highlight w:val="yellow"/>
        </w:rPr>
        <w:t>A.857(</w:t>
      </w:r>
      <w:proofErr w:type="gramEnd"/>
      <w:r w:rsidR="00610901" w:rsidRPr="00377127">
        <w:rPr>
          <w:highlight w:val="yellow"/>
        </w:rPr>
        <w:t>20) on Guidelines for Vessel Traffic Services…]</w:t>
      </w:r>
    </w:p>
    <w:p w14:paraId="2211AF2A" w14:textId="77777777" w:rsidR="001B7940" w:rsidRPr="00377127" w:rsidRDefault="00A326AC" w:rsidP="001B7940">
      <w:pPr>
        <w:pStyle w:val="Noting"/>
        <w:rPr>
          <w:b/>
          <w:highlight w:val="yellow"/>
        </w:rPr>
      </w:pPr>
      <w:r w:rsidRPr="00377127">
        <w:rPr>
          <w:b/>
          <w:highlight w:val="yellow"/>
        </w:rPr>
        <w:t>ADOPTS</w:t>
      </w:r>
      <w:r w:rsidR="00B9146E" w:rsidRPr="00377127">
        <w:rPr>
          <w:highlight w:val="yellow"/>
        </w:rPr>
        <w:t xml:space="preserve"> the </w:t>
      </w:r>
      <w:r w:rsidRPr="00377127">
        <w:rPr>
          <w:highlight w:val="yellow"/>
        </w:rPr>
        <w:t xml:space="preserve">Recommendation </w:t>
      </w:r>
      <w:r w:rsidR="008D16C2" w:rsidRPr="00377127">
        <w:rPr>
          <w:highlight w:val="yellow"/>
        </w:rPr>
        <w:t xml:space="preserve">on </w:t>
      </w:r>
      <w:r w:rsidR="00B9146E" w:rsidRPr="00377127">
        <w:rPr>
          <w:highlight w:val="yellow"/>
        </w:rPr>
        <w:t>[</w:t>
      </w:r>
      <w:r w:rsidR="007D487F" w:rsidRPr="00377127">
        <w:rPr>
          <w:highlight w:val="yellow"/>
        </w:rPr>
        <w:t>e.g.,</w:t>
      </w:r>
      <w:r w:rsidR="00320C7A" w:rsidRPr="00377127">
        <w:rPr>
          <w:highlight w:val="yellow"/>
        </w:rPr>
        <w:t xml:space="preserve"> </w:t>
      </w:r>
      <w:r w:rsidR="008D16C2" w:rsidRPr="00377127">
        <w:rPr>
          <w:highlight w:val="yellow"/>
        </w:rPr>
        <w:t>Disaster Recovery</w:t>
      </w:r>
      <w:r w:rsidRPr="00377127">
        <w:rPr>
          <w:highlight w:val="yellow"/>
        </w:rPr>
        <w:t>], [</w:t>
      </w:r>
      <w:r w:rsidR="007D487F" w:rsidRPr="00377127">
        <w:rPr>
          <w:highlight w:val="yellow"/>
        </w:rPr>
        <w:t>e.g.,</w:t>
      </w:r>
      <w:r w:rsidR="00320C7A" w:rsidRPr="00377127">
        <w:rPr>
          <w:highlight w:val="yellow"/>
        </w:rPr>
        <w:t xml:space="preserve"> </w:t>
      </w:r>
      <w:r w:rsidRPr="00377127">
        <w:rPr>
          <w:highlight w:val="yellow"/>
        </w:rPr>
        <w:t xml:space="preserve">as </w:t>
      </w:r>
      <w:r w:rsidR="00B9146E" w:rsidRPr="00377127">
        <w:rPr>
          <w:highlight w:val="yellow"/>
        </w:rPr>
        <w:t xml:space="preserve">described </w:t>
      </w:r>
      <w:r w:rsidR="00551FB6" w:rsidRPr="00377127">
        <w:rPr>
          <w:highlight w:val="yellow"/>
        </w:rPr>
        <w:t xml:space="preserve">in </w:t>
      </w:r>
      <w:r w:rsidR="009D4837" w:rsidRPr="00377127">
        <w:rPr>
          <w:highlight w:val="yellow"/>
        </w:rPr>
        <w:t xml:space="preserve">annex A </w:t>
      </w:r>
      <w:r w:rsidR="00B9146E" w:rsidRPr="00377127">
        <w:rPr>
          <w:highlight w:val="yellow"/>
        </w:rPr>
        <w:t>and</w:t>
      </w:r>
      <w:r w:rsidR="005A5370" w:rsidRPr="00377127">
        <w:rPr>
          <w:highlight w:val="yellow"/>
        </w:rPr>
        <w:t>/or</w:t>
      </w:r>
      <w:r w:rsidR="00B9146E" w:rsidRPr="00377127">
        <w:rPr>
          <w:highlight w:val="yellow"/>
        </w:rPr>
        <w:t xml:space="preserve"> as amplified in IALA Guideline </w:t>
      </w:r>
      <w:proofErr w:type="spellStart"/>
      <w:r w:rsidR="00320C7A" w:rsidRPr="00377127">
        <w:rPr>
          <w:highlight w:val="yellow"/>
        </w:rPr>
        <w:t>nnnn</w:t>
      </w:r>
      <w:proofErr w:type="spellEnd"/>
      <w:r w:rsidR="008D16C2" w:rsidRPr="00377127">
        <w:rPr>
          <w:highlight w:val="yellow"/>
        </w:rPr>
        <w:t>]</w:t>
      </w:r>
      <w:r w:rsidR="001B7940" w:rsidRPr="00377127">
        <w:rPr>
          <w:highlight w:val="yellow"/>
        </w:rPr>
        <w:t>,</w:t>
      </w:r>
    </w:p>
    <w:p w14:paraId="1B79B0E8" w14:textId="77777777" w:rsidR="007D487F" w:rsidRPr="00377127" w:rsidRDefault="007D487F" w:rsidP="007D487F">
      <w:pPr>
        <w:pStyle w:val="Noting"/>
        <w:rPr>
          <w:highlight w:val="yellow"/>
        </w:rPr>
      </w:pPr>
      <w:r w:rsidRPr="00377127">
        <w:rPr>
          <w:b/>
          <w:highlight w:val="yellow"/>
        </w:rPr>
        <w:t>RECOMMENDS</w:t>
      </w:r>
      <w:r w:rsidRPr="00377127">
        <w:rPr>
          <w:highlight w:val="yellow"/>
        </w:rPr>
        <w:t xml:space="preserve"> National members and other appropriate Authorities providing marine aids to navigation services comply with [e.g., the following international standard]</w:t>
      </w:r>
    </w:p>
    <w:p w14:paraId="2684752C" w14:textId="77777777" w:rsidR="001B7940" w:rsidRPr="00377127" w:rsidRDefault="00A326AC" w:rsidP="001B7940">
      <w:pPr>
        <w:pStyle w:val="Noting"/>
        <w:rPr>
          <w:highlight w:val="yellow"/>
        </w:rPr>
      </w:pPr>
      <w:r w:rsidRPr="00377127">
        <w:rPr>
          <w:b/>
          <w:highlight w:val="yellow"/>
        </w:rPr>
        <w:t>INVITES</w:t>
      </w:r>
      <w:r w:rsidR="001B7940" w:rsidRPr="00377127">
        <w:rPr>
          <w:highlight w:val="yellow"/>
        </w:rPr>
        <w:t xml:space="preserve"> </w:t>
      </w:r>
      <w:r w:rsidRPr="00377127">
        <w:rPr>
          <w:highlight w:val="yellow"/>
        </w:rPr>
        <w:t>Members and marine aids to navigation authorities worldwide to implement the provisions of the Recommendation</w:t>
      </w:r>
      <w:r w:rsidR="001B7940" w:rsidRPr="00377127">
        <w:rPr>
          <w:highlight w:val="yellow"/>
        </w:rPr>
        <w:t>,</w:t>
      </w:r>
    </w:p>
    <w:p w14:paraId="428FD800" w14:textId="77777777" w:rsidR="00A326AC" w:rsidRPr="00A326AC" w:rsidRDefault="00A326AC" w:rsidP="001B7940">
      <w:pPr>
        <w:pStyle w:val="Noting"/>
      </w:pPr>
      <w:r w:rsidRPr="00377127">
        <w:rPr>
          <w:b/>
          <w:highlight w:val="yellow"/>
        </w:rPr>
        <w:t>REQUESTS</w:t>
      </w:r>
      <w:r w:rsidRPr="00377127">
        <w:rPr>
          <w:highlight w:val="yellow"/>
        </w:rPr>
        <w:t xml:space="preserve"> the [</w:t>
      </w:r>
      <w:r w:rsidR="007D487F" w:rsidRPr="00377127">
        <w:rPr>
          <w:highlight w:val="yellow"/>
        </w:rPr>
        <w:t>e.g.,</w:t>
      </w:r>
      <w:r w:rsidR="00320C7A" w:rsidRPr="00377127">
        <w:rPr>
          <w:highlight w:val="yellow"/>
        </w:rPr>
        <w:t xml:space="preserve"> </w:t>
      </w:r>
      <w:r w:rsidR="00E714E1" w:rsidRPr="00377127">
        <w:rPr>
          <w:highlight w:val="yellow"/>
        </w:rPr>
        <w:t xml:space="preserve">IALA </w:t>
      </w:r>
      <w:r w:rsidRPr="00377127">
        <w:rPr>
          <w:highlight w:val="yellow"/>
        </w:rPr>
        <w:t>Aids to Navigation Requirements and Management Committee</w:t>
      </w:r>
      <w:r w:rsidR="00007062" w:rsidRPr="00377127">
        <w:rPr>
          <w:highlight w:val="yellow"/>
        </w:rPr>
        <w:t xml:space="preserve"> </w:t>
      </w:r>
      <w:r w:rsidR="00B9146E" w:rsidRPr="00377127">
        <w:rPr>
          <w:highlight w:val="yellow"/>
        </w:rPr>
        <w:t>or such other committee as the Council may direct</w:t>
      </w:r>
      <w:r w:rsidRPr="00377127">
        <w:rPr>
          <w:highlight w:val="yellow"/>
        </w:rPr>
        <w:t xml:space="preserve">] to keep the Recommendation under review and to propose </w:t>
      </w:r>
      <w:r w:rsidR="00320C7A" w:rsidRPr="00377127">
        <w:rPr>
          <w:highlight w:val="yellow"/>
        </w:rPr>
        <w:t>amendments,</w:t>
      </w:r>
      <w:r w:rsidRPr="00377127">
        <w:rPr>
          <w:highlight w:val="yellow"/>
        </w:rPr>
        <w:t xml:space="preserve"> as necessary</w:t>
      </w:r>
      <w:r w:rsidR="00320A41" w:rsidRPr="00377127">
        <w:rPr>
          <w:highlight w:val="yellow"/>
        </w:rPr>
        <w:t>.</w:t>
      </w:r>
    </w:p>
    <w:p w14:paraId="669A963A" w14:textId="77777777" w:rsidR="00377127" w:rsidRPr="00924297" w:rsidRDefault="00377127" w:rsidP="00377127">
      <w:pPr>
        <w:pStyle w:val="Noting"/>
      </w:pPr>
      <w:r w:rsidRPr="00924297">
        <w:rPr>
          <w:b/>
        </w:rPr>
        <w:t>RECALLING</w:t>
      </w:r>
      <w:r w:rsidRPr="00924297">
        <w:t xml:space="preserve"> that one of the aims of the Association is to foster safe, economic and efficient movement of vessels and the protection of the marine environment through the improvement and harmonisation of aids to navigation, vessel traffic services and other means world-wide;</w:t>
      </w:r>
    </w:p>
    <w:p w14:paraId="5382198B" w14:textId="77777777" w:rsidR="00377127" w:rsidRPr="00924297" w:rsidRDefault="00377127" w:rsidP="00377127">
      <w:pPr>
        <w:pStyle w:val="Noting"/>
        <w:rPr>
          <w:bCs/>
        </w:rPr>
      </w:pPr>
      <w:r w:rsidRPr="00924297">
        <w:rPr>
          <w:b/>
          <w:bCs/>
        </w:rPr>
        <w:t>RECOGNI</w:t>
      </w:r>
      <w:r>
        <w:rPr>
          <w:b/>
          <w:bCs/>
        </w:rPr>
        <w:t>Z</w:t>
      </w:r>
      <w:r w:rsidRPr="00924297">
        <w:rPr>
          <w:b/>
          <w:bCs/>
        </w:rPr>
        <w:t>ING</w:t>
      </w:r>
      <w:r w:rsidRPr="00924297">
        <w:rPr>
          <w:bCs/>
        </w:rPr>
        <w:t xml:space="preserve"> </w:t>
      </w:r>
      <w:bookmarkStart w:id="8" w:name="_Toc479557559"/>
      <w:r w:rsidRPr="00924297">
        <w:rPr>
          <w:bCs/>
        </w:rPr>
        <w:t>that the e-Navigation architecture will assist in the development and maintenance of application interactions between ship and shore and shore to shore, in the following fields</w:t>
      </w:r>
      <w:r>
        <w:rPr>
          <w:bCs/>
        </w:rPr>
        <w:t>:</w:t>
      </w:r>
    </w:p>
    <w:p w14:paraId="411AC79B" w14:textId="77777777" w:rsidR="00377127" w:rsidRPr="00924297" w:rsidRDefault="00377127" w:rsidP="00377127">
      <w:pPr>
        <w:pStyle w:val="Bullet1-recommendation"/>
        <w:numPr>
          <w:ilvl w:val="0"/>
          <w:numId w:val="18"/>
        </w:numPr>
        <w:ind w:left="992" w:hanging="425"/>
      </w:pPr>
      <w:r w:rsidRPr="00924297">
        <w:t xml:space="preserve">shore-based </w:t>
      </w:r>
      <w:r>
        <w:t>technical e-Navigation services;</w:t>
      </w:r>
    </w:p>
    <w:p w14:paraId="3B68648B" w14:textId="77777777" w:rsidR="00377127" w:rsidRPr="00924297" w:rsidRDefault="00377127" w:rsidP="00377127">
      <w:pPr>
        <w:pStyle w:val="Bullet1-recommendation"/>
        <w:numPr>
          <w:ilvl w:val="0"/>
          <w:numId w:val="18"/>
        </w:numPr>
        <w:ind w:left="992" w:hanging="425"/>
      </w:pPr>
      <w:r w:rsidRPr="00924297">
        <w:t>technical means for communication</w:t>
      </w:r>
      <w:r>
        <w:t>;</w:t>
      </w:r>
    </w:p>
    <w:p w14:paraId="2EE5FD2B" w14:textId="77777777" w:rsidR="00377127" w:rsidRPr="00924297" w:rsidRDefault="00377127" w:rsidP="00377127">
      <w:pPr>
        <w:pStyle w:val="Bullet1-recommendation"/>
        <w:numPr>
          <w:ilvl w:val="0"/>
          <w:numId w:val="18"/>
        </w:numPr>
        <w:ind w:left="992" w:hanging="425"/>
      </w:pPr>
      <w:r w:rsidRPr="00924297">
        <w:t>data modelling and referential data</w:t>
      </w:r>
      <w:r>
        <w:t>;</w:t>
      </w:r>
    </w:p>
    <w:p w14:paraId="482E17D6" w14:textId="77777777" w:rsidR="00377127" w:rsidRPr="00924297" w:rsidRDefault="00377127" w:rsidP="00377127">
      <w:pPr>
        <w:pStyle w:val="Bullet1-recommendation"/>
        <w:numPr>
          <w:ilvl w:val="0"/>
          <w:numId w:val="18"/>
        </w:numPr>
        <w:ind w:left="992" w:hanging="425"/>
      </w:pPr>
      <w:r w:rsidRPr="00924297">
        <w:t>Human-Machine Interface presentation</w:t>
      </w:r>
      <w:bookmarkStart w:id="9" w:name="OLE_LINK2"/>
      <w:r w:rsidRPr="00924297">
        <w:t>s</w:t>
      </w:r>
      <w:bookmarkEnd w:id="9"/>
      <w:r>
        <w:t>;</w:t>
      </w:r>
    </w:p>
    <w:p w14:paraId="2B5555F1" w14:textId="77777777" w:rsidR="00377127" w:rsidRPr="00924297" w:rsidRDefault="00377127" w:rsidP="00377127">
      <w:pPr>
        <w:pStyle w:val="Noting"/>
        <w:rPr>
          <w:b/>
        </w:rPr>
      </w:pPr>
      <w:r w:rsidRPr="00924297">
        <w:rPr>
          <w:b/>
        </w:rPr>
        <w:t>RECOGNI</w:t>
      </w:r>
      <w:r>
        <w:rPr>
          <w:b/>
        </w:rPr>
        <w:t>Z</w:t>
      </w:r>
      <w:r w:rsidRPr="00924297">
        <w:rPr>
          <w:b/>
        </w:rPr>
        <w:t>ING ALSO</w:t>
      </w:r>
      <w:r w:rsidRPr="00924297">
        <w:t xml:space="preserve"> the responsibilities of IALA National Members regarding national and international e-Navigation applications</w:t>
      </w:r>
      <w:r>
        <w:t>:</w:t>
      </w:r>
    </w:p>
    <w:p w14:paraId="03CED94B" w14:textId="77777777" w:rsidR="00377127" w:rsidRPr="00924297" w:rsidRDefault="00377127" w:rsidP="00377127">
      <w:pPr>
        <w:pStyle w:val="Bullet1-recommendation"/>
        <w:numPr>
          <w:ilvl w:val="0"/>
          <w:numId w:val="18"/>
        </w:numPr>
        <w:ind w:left="992" w:hanging="425"/>
      </w:pPr>
      <w:r w:rsidRPr="00924297">
        <w:lastRenderedPageBreak/>
        <w:t>that the shore-based e-Navigation systems of National Members are embedded into local, regional, national, supra-national and global topologies of systems;</w:t>
      </w:r>
    </w:p>
    <w:p w14:paraId="3172C473" w14:textId="77777777" w:rsidR="00377127" w:rsidRPr="00924297" w:rsidRDefault="00377127" w:rsidP="00377127">
      <w:pPr>
        <w:pStyle w:val="Bullet1-recommendation"/>
        <w:numPr>
          <w:ilvl w:val="0"/>
          <w:numId w:val="18"/>
        </w:numPr>
        <w:ind w:left="992" w:hanging="425"/>
      </w:pPr>
      <w:r w:rsidRPr="00924297">
        <w:t>that there are data/information flow chains within the local, regional, national, supra-national and global topologies of systems which support local, regional, national, supra-national and global e-Navigation applications;</w:t>
      </w:r>
    </w:p>
    <w:p w14:paraId="1AE73E14" w14:textId="77777777" w:rsidR="00377127" w:rsidRPr="00924297" w:rsidRDefault="00377127" w:rsidP="00377127">
      <w:pPr>
        <w:pStyle w:val="Bullet1-recommendation"/>
        <w:numPr>
          <w:ilvl w:val="0"/>
          <w:numId w:val="18"/>
        </w:numPr>
        <w:ind w:left="992" w:hanging="425"/>
      </w:pPr>
      <w:r w:rsidRPr="00924297">
        <w:t>that requirements regarding quality parameters, such as accuracy, reliability, continuity, confidentiality, and others, will need to be taken into account when designing elements of the common shore-based e</w:t>
      </w:r>
      <w:r>
        <w:t>-Navigation system architecture;</w:t>
      </w:r>
    </w:p>
    <w:p w14:paraId="344557FD" w14:textId="77777777" w:rsidR="00377127" w:rsidRPr="00924297" w:rsidRDefault="00377127" w:rsidP="00377127">
      <w:pPr>
        <w:pStyle w:val="Noting"/>
      </w:pPr>
      <w:r w:rsidRPr="00924297">
        <w:rPr>
          <w:b/>
        </w:rPr>
        <w:t>RECOGNI</w:t>
      </w:r>
      <w:r>
        <w:rPr>
          <w:b/>
        </w:rPr>
        <w:t>Z</w:t>
      </w:r>
      <w:r w:rsidRPr="00924297">
        <w:rPr>
          <w:b/>
        </w:rPr>
        <w:t>ING FURTHER</w:t>
      </w:r>
      <w:r w:rsidRPr="00924297">
        <w:t xml:space="preserve"> that the </w:t>
      </w:r>
      <w:bookmarkEnd w:id="8"/>
      <w:r w:rsidRPr="00924297">
        <w:rPr>
          <w:b/>
        </w:rPr>
        <w:t>I</w:t>
      </w:r>
      <w:r w:rsidRPr="00924297">
        <w:t>nter-</w:t>
      </w:r>
      <w:r w:rsidRPr="00924297">
        <w:rPr>
          <w:b/>
        </w:rPr>
        <w:t>V</w:t>
      </w:r>
      <w:r w:rsidRPr="00924297">
        <w:t xml:space="preserve">TS </w:t>
      </w:r>
      <w:r w:rsidRPr="00924297">
        <w:rPr>
          <w:b/>
        </w:rPr>
        <w:t>E</w:t>
      </w:r>
      <w:r w:rsidRPr="00924297">
        <w:t xml:space="preserve">xchange </w:t>
      </w:r>
      <w:r w:rsidRPr="00924297">
        <w:rPr>
          <w:b/>
        </w:rPr>
        <w:t>F</w:t>
      </w:r>
      <w:r w:rsidRPr="00924297">
        <w:t>ormat (IVEF) service, as laid out in this Recommendation, will assist in the efficient deployment of services to the mariner and to the maritime community by</w:t>
      </w:r>
      <w:r>
        <w:t>:</w:t>
      </w:r>
    </w:p>
    <w:p w14:paraId="634D4CC4" w14:textId="77777777" w:rsidR="00377127" w:rsidRPr="00924297" w:rsidRDefault="00377127" w:rsidP="00377127">
      <w:pPr>
        <w:pStyle w:val="Bullet1-recommendation"/>
        <w:numPr>
          <w:ilvl w:val="0"/>
          <w:numId w:val="18"/>
        </w:numPr>
        <w:ind w:left="992" w:hanging="425"/>
      </w:pPr>
      <w:r w:rsidRPr="00924297">
        <w:t>allowing shore-based systems of National Member and other appropriate Authorities and Entities to participate in harmonised data exchange;</w:t>
      </w:r>
    </w:p>
    <w:p w14:paraId="2786DC76" w14:textId="77777777" w:rsidR="00377127" w:rsidRPr="00924297" w:rsidRDefault="00377127" w:rsidP="00377127">
      <w:pPr>
        <w:pStyle w:val="Bullet1-recommendation"/>
        <w:numPr>
          <w:ilvl w:val="0"/>
          <w:numId w:val="18"/>
        </w:numPr>
        <w:ind w:left="992" w:hanging="425"/>
      </w:pPr>
      <w:r w:rsidRPr="00924297">
        <w:t>easing the integration of components;</w:t>
      </w:r>
    </w:p>
    <w:p w14:paraId="7BC46BDD" w14:textId="77777777" w:rsidR="00377127" w:rsidRPr="00924297" w:rsidRDefault="00377127" w:rsidP="00377127">
      <w:pPr>
        <w:pStyle w:val="Bullet1-recommendation"/>
        <w:numPr>
          <w:ilvl w:val="0"/>
          <w:numId w:val="18"/>
        </w:numPr>
        <w:ind w:left="992" w:hanging="425"/>
      </w:pPr>
      <w:r w:rsidRPr="00924297">
        <w:t>improving the efficiency in organisational ter</w:t>
      </w:r>
      <w:r>
        <w:t>ms by exploiting commonalities;</w:t>
      </w:r>
    </w:p>
    <w:p w14:paraId="396AE4B0" w14:textId="77777777" w:rsidR="00377127" w:rsidRPr="00924297" w:rsidRDefault="00377127" w:rsidP="00377127">
      <w:pPr>
        <w:pStyle w:val="Bullet1-recommendation"/>
        <w:numPr>
          <w:ilvl w:val="0"/>
          <w:numId w:val="18"/>
        </w:numPr>
        <w:ind w:left="992" w:hanging="425"/>
      </w:pPr>
      <w:r w:rsidRPr="00924297">
        <w:t>harmonising data exchange to systems of other shore-based stakeholders (local, regional, national and global);</w:t>
      </w:r>
    </w:p>
    <w:p w14:paraId="54D400E3" w14:textId="77777777" w:rsidR="00377127" w:rsidRPr="00924297" w:rsidRDefault="00377127" w:rsidP="00377127">
      <w:pPr>
        <w:pStyle w:val="Bullet1-recommendation"/>
        <w:numPr>
          <w:ilvl w:val="0"/>
          <w:numId w:val="18"/>
        </w:numPr>
        <w:ind w:left="992" w:hanging="425"/>
      </w:pPr>
      <w:r w:rsidRPr="00924297">
        <w:t>taking into account the value, tim</w:t>
      </w:r>
      <w:r>
        <w:t>eliness and sensitivity of data;</w:t>
      </w:r>
    </w:p>
    <w:p w14:paraId="6432F335" w14:textId="77777777" w:rsidR="00377127" w:rsidRPr="00053F90" w:rsidRDefault="00377127" w:rsidP="00377127">
      <w:pPr>
        <w:pStyle w:val="Noting"/>
        <w:rPr>
          <w:b/>
        </w:rPr>
      </w:pPr>
      <w:r w:rsidRPr="00924297">
        <w:br w:type="page"/>
      </w:r>
      <w:r w:rsidRPr="00053F90">
        <w:rPr>
          <w:b/>
        </w:rPr>
        <w:lastRenderedPageBreak/>
        <w:t>NOTING that</w:t>
      </w:r>
    </w:p>
    <w:p w14:paraId="11A923EE" w14:textId="77777777" w:rsidR="00377127" w:rsidRPr="001E0034" w:rsidRDefault="00377127" w:rsidP="00377127">
      <w:pPr>
        <w:pStyle w:val="Bullet1-recommendation"/>
        <w:numPr>
          <w:ilvl w:val="0"/>
          <w:numId w:val="18"/>
        </w:numPr>
        <w:ind w:left="992" w:hanging="425"/>
      </w:pPr>
      <w:r>
        <w:t>IALA Recommendation R0140 (e-NAV-</w:t>
      </w:r>
      <w:r w:rsidRPr="00924297">
        <w:t>140</w:t>
      </w:r>
      <w:r>
        <w:t>)</w:t>
      </w:r>
      <w:r w:rsidRPr="00924297">
        <w:t xml:space="preserve"> on </w:t>
      </w:r>
      <w:r>
        <w:t>‘</w:t>
      </w:r>
      <w:r w:rsidRPr="00924297">
        <w:t>The e-Navigation Architecture – the Initial Shore-based Perspective</w:t>
      </w:r>
      <w:r>
        <w:t>’</w:t>
      </w:r>
      <w:r w:rsidRPr="00924297">
        <w:t xml:space="preserve"> </w:t>
      </w:r>
      <w:r w:rsidRPr="001E0034">
        <w:t>[1]</w:t>
      </w:r>
      <w:r>
        <w:t>;</w:t>
      </w:r>
    </w:p>
    <w:p w14:paraId="20D4159D" w14:textId="77777777" w:rsidR="00377127" w:rsidRPr="001E0034" w:rsidRDefault="00377127" w:rsidP="00377127">
      <w:pPr>
        <w:pStyle w:val="Bullet1-recommendation"/>
        <w:numPr>
          <w:ilvl w:val="0"/>
          <w:numId w:val="18"/>
        </w:numPr>
        <w:ind w:left="992" w:hanging="425"/>
      </w:pPr>
      <w:r w:rsidRPr="001E0034">
        <w:t>IMO’s strategic plan regarding e-Navigation [2]</w:t>
      </w:r>
      <w:r>
        <w:t>;</w:t>
      </w:r>
    </w:p>
    <w:p w14:paraId="034DEBB3" w14:textId="77777777" w:rsidR="00377127" w:rsidRPr="00924297" w:rsidRDefault="00377127" w:rsidP="00377127">
      <w:pPr>
        <w:pStyle w:val="Bullet1-recommendation"/>
        <w:numPr>
          <w:ilvl w:val="0"/>
          <w:numId w:val="18"/>
        </w:numPr>
        <w:ind w:left="992" w:hanging="425"/>
        <w:rPr>
          <w:szCs w:val="24"/>
        </w:rPr>
      </w:pPr>
      <w:r w:rsidRPr="001E0034">
        <w:t>that IMO expressed an interest in the contribution of IALA to the work on e-Navigation [3];</w:t>
      </w:r>
    </w:p>
    <w:p w14:paraId="5F57E653" w14:textId="77777777" w:rsidR="00377127" w:rsidRPr="00924297" w:rsidRDefault="00377127" w:rsidP="00377127">
      <w:pPr>
        <w:pStyle w:val="Noting"/>
        <w:rPr>
          <w:b/>
        </w:rPr>
      </w:pPr>
      <w:r w:rsidRPr="00924297">
        <w:rPr>
          <w:b/>
        </w:rPr>
        <w:t xml:space="preserve">ADOPTS </w:t>
      </w:r>
      <w:r w:rsidRPr="00924297">
        <w:t>the Guidelines on the Inter-VTS Exchange Format (IVEF) Service set out in the annex to this Recommendation; and,</w:t>
      </w:r>
    </w:p>
    <w:p w14:paraId="7EDB03A5" w14:textId="7D188C2D" w:rsidR="006C3466" w:rsidRPr="00AA235F" w:rsidRDefault="00377127" w:rsidP="00377127">
      <w:pPr>
        <w:pStyle w:val="Noting"/>
        <w:sectPr w:rsidR="006C3466" w:rsidRPr="00AA235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pPr>
      <w:r w:rsidRPr="00924297">
        <w:rPr>
          <w:b/>
        </w:rPr>
        <w:t>RECOMMENDS</w:t>
      </w:r>
      <w:r w:rsidRPr="00924297">
        <w:t xml:space="preserve"> that National Members and other appropriate Authorities </w:t>
      </w:r>
      <w:r w:rsidRPr="001F6A0E">
        <w:t>and Entities</w:t>
      </w:r>
      <w:r w:rsidRPr="00BD7E90">
        <w:t>,</w:t>
      </w:r>
      <w:r w:rsidRPr="00924297">
        <w:t xml:space="preserve"> introducing an IVEF Service into their shore infrastructure, take into account the principles as set out in the Guidelines on the Inter-VTS Exchange Format (IVEF) Service.</w:t>
      </w:r>
      <w:bookmarkEnd w:id="4"/>
      <w:r w:rsidR="009333FB">
        <w:t xml:space="preserve"> </w:t>
      </w:r>
    </w:p>
    <w:p w14:paraId="5CB9B3E6" w14:textId="6D39ED79" w:rsidR="006F16E6" w:rsidRDefault="006F16E6" w:rsidP="00377127">
      <w:pPr>
        <w:pStyle w:val="AnnexContents"/>
        <w:rPr>
          <w:lang w:eastAsia="en-GB"/>
        </w:rPr>
      </w:pPr>
    </w:p>
    <w:sectPr w:rsidR="006F16E6" w:rsidSect="0083218D">
      <w:headerReference w:type="even" r:id="rId26"/>
      <w:head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arah Robinson" w:date="2020-12-18T18:16:00Z" w:initials="SR">
    <w:p w14:paraId="2D1C8ED8" w14:textId="77777777" w:rsidR="006C3466" w:rsidRPr="00B11E00" w:rsidRDefault="006C3466"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3BA0BF19" w14:textId="77777777" w:rsidR="006C3466" w:rsidRDefault="006C3466" w:rsidP="00B11E00">
      <w:pPr>
        <w:pStyle w:val="Bullet1text"/>
      </w:pPr>
    </w:p>
    <w:p w14:paraId="20CFF8A0" w14:textId="77777777" w:rsidR="006C3466" w:rsidRDefault="006C3466" w:rsidP="0060227D">
      <w:pPr>
        <w:pStyle w:val="Bullet1text"/>
        <w:jc w:val="left"/>
      </w:pPr>
      <w:bookmarkStart w:id="6"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6581E418" w14:textId="77777777" w:rsidR="006C3466" w:rsidRDefault="006C3466" w:rsidP="0060227D">
      <w:pPr>
        <w:pStyle w:val="Bullet1text"/>
        <w:jc w:val="left"/>
      </w:pPr>
    </w:p>
    <w:p w14:paraId="431861FB" w14:textId="77777777" w:rsidR="006C3466" w:rsidRPr="00C955BE" w:rsidRDefault="006C3466"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1973BE4A" w14:textId="77777777" w:rsidR="006C3466" w:rsidRDefault="006C3466" w:rsidP="0060227D">
      <w:pPr>
        <w:pStyle w:val="Bullet1text"/>
        <w:jc w:val="left"/>
      </w:pPr>
    </w:p>
    <w:p w14:paraId="0857EA23" w14:textId="77777777" w:rsidR="006C3466" w:rsidRPr="00610901" w:rsidRDefault="006C3466"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2FBDFE9B" w14:textId="77777777" w:rsidR="006C3466" w:rsidRPr="00B11E00" w:rsidRDefault="006C3466" w:rsidP="0060227D">
      <w:pPr>
        <w:pStyle w:val="Bullet1text"/>
        <w:jc w:val="left"/>
        <w:rPr>
          <w:bCs/>
        </w:rPr>
      </w:pPr>
    </w:p>
    <w:p w14:paraId="26DD5B80" w14:textId="77777777" w:rsidR="006C3466" w:rsidRPr="00B11E00" w:rsidRDefault="006C3466"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6"/>
    <w:p w14:paraId="150BF327" w14:textId="77777777" w:rsidR="006C3466" w:rsidRDefault="006C346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BF3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7848F" w14:textId="77777777" w:rsidR="00DC3C47" w:rsidRDefault="00DC3C47" w:rsidP="003274DB">
      <w:r>
        <w:separator/>
      </w:r>
    </w:p>
    <w:p w14:paraId="5CF50BAF" w14:textId="77777777" w:rsidR="00DC3C47" w:rsidRDefault="00DC3C47"/>
  </w:endnote>
  <w:endnote w:type="continuationSeparator" w:id="0">
    <w:p w14:paraId="60A512AB" w14:textId="77777777" w:rsidR="00DC3C47" w:rsidRDefault="00DC3C47" w:rsidP="003274DB">
      <w:r>
        <w:continuationSeparator/>
      </w:r>
    </w:p>
    <w:p w14:paraId="37CA145F" w14:textId="77777777" w:rsidR="00DC3C47" w:rsidRDefault="00DC3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w:altName w:val="Arial"/>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11656" w14:textId="77777777" w:rsidR="00377127" w:rsidRDefault="00377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8B2C"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eastAsia="en-GB"/>
      </w:rPr>
      <w:drawing>
        <wp:anchor distT="0" distB="0" distL="114300" distR="114300" simplePos="0" relativeHeight="251758592" behindDoc="1" locked="0" layoutInCell="1" allowOverlap="1" wp14:anchorId="7D146509" wp14:editId="1274FA4B">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eastAsia="en-GB"/>
      </w:rPr>
      <mc:AlternateContent>
        <mc:Choice Requires="wps">
          <w:drawing>
            <wp:anchor distT="0" distB="0" distL="114300" distR="114300" simplePos="0" relativeHeight="251682816" behindDoc="0" locked="0" layoutInCell="1" allowOverlap="1" wp14:anchorId="2CB2C891" wp14:editId="61C53AC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00F54E"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4B16" w14:textId="77777777" w:rsidR="00377127" w:rsidRDefault="003771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D8279" w14:textId="77777777" w:rsidR="006C3466" w:rsidRPr="007A72CF" w:rsidRDefault="006C3466" w:rsidP="007A72CF">
    <w:pPr>
      <w:pStyle w:val="Footer"/>
      <w:rPr>
        <w:sz w:val="15"/>
        <w:szCs w:val="15"/>
      </w:rPr>
    </w:pPr>
  </w:p>
  <w:p w14:paraId="6173587C" w14:textId="77777777" w:rsidR="006C3466" w:rsidRDefault="006C3466" w:rsidP="007A72CF">
    <w:pPr>
      <w:pStyle w:val="Footerportrait"/>
    </w:pPr>
  </w:p>
  <w:p w14:paraId="2116890E" w14:textId="2DA9EF50" w:rsidR="006C3466" w:rsidRPr="007A72CF" w:rsidRDefault="007B1451" w:rsidP="007A72CF">
    <w:pPr>
      <w:pStyle w:val="Footerportrait"/>
      <w:rPr>
        <w:rStyle w:val="PageNumber"/>
      </w:rPr>
    </w:pPr>
    <w:r>
      <w:fldChar w:fldCharType="begin"/>
    </w:r>
    <w:r>
      <w:instrText xml:space="preserve"> STYLEREF "Document type" \* MERGEFORMAT </w:instrText>
    </w:r>
    <w:r>
      <w:fldChar w:fldCharType="separate"/>
    </w:r>
    <w:r w:rsidRPr="007B1451">
      <w:rPr>
        <w:lang w:val="en-US"/>
      </w:rPr>
      <w:t>IALA Recommendation</w:t>
    </w:r>
    <w:r>
      <w:rPr>
        <w:lang w:val="en-US"/>
      </w:rPr>
      <w:fldChar w:fldCharType="end"/>
    </w:r>
    <w:r w:rsidR="006C3466" w:rsidRPr="00BF6D41">
      <w:rPr>
        <w:b w:val="0"/>
        <w:bCs/>
      </w:rPr>
      <w:t xml:space="preserve"> </w:t>
    </w:r>
    <w:r>
      <w:fldChar w:fldCharType="begin"/>
    </w:r>
    <w:r>
      <w:instrText xml:space="preserve"> STYLEREF  "Document number"  \* MERGEFORMAT </w:instrText>
    </w:r>
    <w:r>
      <w:fldChar w:fldCharType="separate"/>
    </w:r>
    <w:r>
      <w:t>R0145 (V-145)</w:t>
    </w:r>
    <w:r>
      <w:fldChar w:fldCharType="end"/>
    </w:r>
    <w:r w:rsidR="006C3466">
      <w:t xml:space="preserve"> </w:t>
    </w:r>
    <w:r>
      <w:fldChar w:fldCharType="begin"/>
    </w:r>
    <w:r>
      <w:instrText xml:space="preserve"> STYLEREF  "Document name"  \* MERGEFORMAT </w:instrText>
    </w:r>
    <w:r>
      <w:fldChar w:fldCharType="separate"/>
    </w:r>
    <w:r>
      <w:t>The Inter-VTS Exchange Format (IVEF) Service</w:t>
    </w:r>
    <w:r>
      <w:fldChar w:fldCharType="end"/>
    </w:r>
    <w:r w:rsidR="006C3466">
      <w:tab/>
    </w:r>
  </w:p>
  <w:p w14:paraId="7894A929" w14:textId="3FF5B4EC" w:rsidR="006C3466" w:rsidRDefault="007B1451" w:rsidP="007A72CF">
    <w:pPr>
      <w:pStyle w:val="Footerportrait"/>
    </w:pPr>
    <w:r>
      <w:fldChar w:fldCharType="begin"/>
    </w:r>
    <w:r>
      <w:instrText xml:space="preserve"> STYLEREF "Edition number" \* MERGEFORMAT </w:instrText>
    </w:r>
    <w:r>
      <w:fldChar w:fldCharType="separate"/>
    </w:r>
    <w:r>
      <w:t>Edition x.x</w:t>
    </w:r>
    <w:r>
      <w:fldChar w:fldCharType="end"/>
    </w:r>
    <w:r w:rsidR="006C3466">
      <w:t xml:space="preserve"> </w:t>
    </w:r>
    <w:r>
      <w:fldChar w:fldCharType="begin"/>
    </w:r>
    <w:r>
      <w:instrText xml:space="preserve"> STYLEREF  MRN  \* MERGEFORMAT </w:instrText>
    </w:r>
    <w:r>
      <w:fldChar w:fldCharType="separate"/>
    </w:r>
    <w:r>
      <w:t>urn:mrn:iala:pub:r0145</w:t>
    </w:r>
    <w:r>
      <w:fldChar w:fldCharType="end"/>
    </w:r>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t>7</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338BD" w14:textId="77777777" w:rsidR="00DC3C47" w:rsidRDefault="00DC3C47" w:rsidP="003274DB">
      <w:r>
        <w:separator/>
      </w:r>
    </w:p>
  </w:footnote>
  <w:footnote w:type="continuationSeparator" w:id="0">
    <w:p w14:paraId="4B0EAEAF" w14:textId="77777777" w:rsidR="00DC3C47" w:rsidRDefault="00DC3C47" w:rsidP="003274DB">
      <w:r>
        <w:continuationSeparator/>
      </w:r>
    </w:p>
    <w:p w14:paraId="0D5049CB" w14:textId="77777777" w:rsidR="00DC3C47" w:rsidRDefault="00DC3C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DD13" w14:textId="77777777" w:rsidR="006C3466" w:rsidRDefault="006C3466">
    <w:pPr>
      <w:pStyle w:val="Header"/>
    </w:pPr>
    <w:r>
      <w:rPr>
        <w:noProof/>
        <w:lang w:eastAsia="en-GB"/>
      </w:rPr>
      <mc:AlternateContent>
        <mc:Choice Requires="wps">
          <w:drawing>
            <wp:anchor distT="0" distB="0" distL="114300" distR="114300" simplePos="0" relativeHeight="251734016" behindDoc="1" locked="0" layoutInCell="0" allowOverlap="1" wp14:anchorId="7F123774" wp14:editId="78E662A9">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123774"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uy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7jWbso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3963E19C" wp14:editId="47D2ED05">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63E19C"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qFigIAAAU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8svah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01DBC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4DE4" w14:textId="77777777" w:rsidR="006C3466" w:rsidRDefault="006C34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3A03A" w14:textId="77777777" w:rsidR="006C3466" w:rsidRPr="00667792" w:rsidRDefault="006C3466" w:rsidP="00667792">
    <w:pPr>
      <w:pStyle w:val="Header"/>
    </w:pPr>
    <w:bookmarkStart w:id="10" w:name="_GoBack"/>
    <w:bookmarkEnd w:id="10"/>
    <w:r>
      <w:rPr>
        <w:noProof/>
        <w:lang w:eastAsia="en-GB"/>
      </w:rPr>
      <w:drawing>
        <wp:anchor distT="0" distB="0" distL="114300" distR="114300" simplePos="0" relativeHeight="251728896" behindDoc="1" locked="0" layoutInCell="1" allowOverlap="1" wp14:anchorId="77A60086" wp14:editId="366EFD21">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9F6D" w14:textId="77777777" w:rsidR="006C3466" w:rsidRDefault="006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1C258" w14:textId="77777777" w:rsidR="006C3466" w:rsidRPr="00ED2A8D" w:rsidRDefault="007B1451" w:rsidP="008747E0">
    <w:pPr>
      <w:pStyle w:val="Header"/>
    </w:pPr>
    <w:sdt>
      <w:sdtPr>
        <w:id w:val="96446921"/>
        <w:docPartObj>
          <w:docPartGallery w:val="Watermarks"/>
          <w:docPartUnique/>
        </w:docPartObj>
      </w:sdtPr>
      <w:sdtEndPr/>
      <w:sdtContent>
        <w:r>
          <w:rPr>
            <w:noProof/>
          </w:rPr>
          <w:pict w14:anchorId="666FB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1" type="#_x0000_t136" style="position:absolute;margin-left:0;margin-top:0;width:412.4pt;height:247.45pt;rotation:315;z-index:-251559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3466" w:rsidRPr="00442889">
      <w:rPr>
        <w:noProof/>
        <w:lang w:eastAsia="en-GB"/>
      </w:rPr>
      <w:drawing>
        <wp:anchor distT="0" distB="0" distL="114300" distR="114300" simplePos="0" relativeHeight="251657214" behindDoc="1" locked="0" layoutInCell="1" allowOverlap="1" wp14:anchorId="65E78CC6" wp14:editId="7F1064F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F98441" w14:textId="77777777" w:rsidR="006C3466" w:rsidRPr="00ED2A8D" w:rsidRDefault="006C3466" w:rsidP="008747E0">
    <w:pPr>
      <w:pStyle w:val="Header"/>
    </w:pPr>
  </w:p>
  <w:p w14:paraId="2353AD19" w14:textId="77777777" w:rsidR="006C3466" w:rsidRDefault="006C3466" w:rsidP="008747E0">
    <w:pPr>
      <w:pStyle w:val="Header"/>
    </w:pPr>
  </w:p>
  <w:p w14:paraId="5C2458BE" w14:textId="77777777" w:rsidR="006C3466" w:rsidRDefault="006C3466" w:rsidP="008747E0">
    <w:pPr>
      <w:pStyle w:val="Header"/>
    </w:pPr>
  </w:p>
  <w:p w14:paraId="796D67DB" w14:textId="77777777" w:rsidR="006C3466" w:rsidRDefault="006C3466" w:rsidP="008747E0">
    <w:pPr>
      <w:pStyle w:val="Header"/>
    </w:pPr>
  </w:p>
  <w:p w14:paraId="75363FE8" w14:textId="77777777" w:rsidR="006C3466" w:rsidRDefault="006C3466" w:rsidP="008747E0">
    <w:pPr>
      <w:pStyle w:val="Header"/>
    </w:pPr>
  </w:p>
  <w:p w14:paraId="3D3E9128" w14:textId="77777777" w:rsidR="006C3466" w:rsidRDefault="006C3466" w:rsidP="008747E0">
    <w:pPr>
      <w:pStyle w:val="Header"/>
    </w:pPr>
  </w:p>
  <w:p w14:paraId="24537856" w14:textId="77777777" w:rsidR="006C3466" w:rsidRDefault="006C3466" w:rsidP="00A4078E">
    <w:pPr>
      <w:pStyle w:val="Header"/>
    </w:pPr>
  </w:p>
  <w:p w14:paraId="313C35B0" w14:textId="77777777" w:rsidR="006C3466" w:rsidRPr="00ED2A8D" w:rsidRDefault="006C3466" w:rsidP="001349DB">
    <w:pPr>
      <w:pStyle w:val="Header"/>
      <w:spacing w:line="360" w:lineRule="exact"/>
    </w:pPr>
    <w:r w:rsidRPr="00123B85">
      <w:rPr>
        <w:noProof/>
        <w:lang w:eastAsia="en-GB"/>
      </w:rPr>
      <w:drawing>
        <wp:anchor distT="0" distB="0" distL="114300" distR="114300" simplePos="0" relativeHeight="251757568" behindDoc="1" locked="0" layoutInCell="1" allowOverlap="1" wp14:anchorId="32FF2EAE" wp14:editId="02AE8AED">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780C" w14:textId="77777777" w:rsidR="006C3466" w:rsidRDefault="006C3466">
    <w:pPr>
      <w:pStyle w:val="Header"/>
    </w:pPr>
    <w:r>
      <w:rPr>
        <w:noProof/>
        <w:lang w:eastAsia="en-GB"/>
      </w:rPr>
      <mc:AlternateContent>
        <mc:Choice Requires="wps">
          <w:drawing>
            <wp:anchor distT="0" distB="0" distL="114300" distR="114300" simplePos="0" relativeHeight="251736064" behindDoc="1" locked="0" layoutInCell="0" allowOverlap="1" wp14:anchorId="666D4899" wp14:editId="09870108">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6D4899"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QAjAIAAAU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xWbEAI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1B3F5584" wp14:editId="67C078F9">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3F5584"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b8ybS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5DEDE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F0DF" w14:textId="77777777" w:rsidR="006C3466" w:rsidRDefault="007B1451">
    <w:pPr>
      <w:pStyle w:val="Header"/>
    </w:pPr>
    <w:r>
      <w:rPr>
        <w:noProof/>
      </w:rPr>
      <w:pict w14:anchorId="0AF7E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625700">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3E86" w14:textId="77777777" w:rsidR="006C3466" w:rsidRPr="00ED2A8D" w:rsidRDefault="006C3466" w:rsidP="008747E0">
    <w:pPr>
      <w:pStyle w:val="Header"/>
    </w:pPr>
    <w:r>
      <w:rPr>
        <w:noProof/>
        <w:lang w:eastAsia="en-GB"/>
      </w:rPr>
      <w:drawing>
        <wp:anchor distT="0" distB="0" distL="114300" distR="114300" simplePos="0" relativeHeight="251658752" behindDoc="1" locked="0" layoutInCell="1" allowOverlap="1" wp14:anchorId="2BB08E17" wp14:editId="2F47E232">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8F6FF3" w14:textId="77777777" w:rsidR="006C3466" w:rsidRPr="00ED2A8D" w:rsidRDefault="006C3466" w:rsidP="008747E0">
    <w:pPr>
      <w:pStyle w:val="Header"/>
    </w:pPr>
  </w:p>
  <w:p w14:paraId="42C68BE1" w14:textId="77777777" w:rsidR="006C3466" w:rsidRDefault="006C3466" w:rsidP="008747E0">
    <w:pPr>
      <w:pStyle w:val="Header"/>
    </w:pPr>
  </w:p>
  <w:p w14:paraId="55F0FEF8" w14:textId="77777777" w:rsidR="006C3466" w:rsidRDefault="006C3466" w:rsidP="008747E0">
    <w:pPr>
      <w:pStyle w:val="Header"/>
    </w:pPr>
  </w:p>
  <w:p w14:paraId="19724DD5" w14:textId="77777777" w:rsidR="006C3466" w:rsidRDefault="006C3466" w:rsidP="008747E0">
    <w:pPr>
      <w:pStyle w:val="Header"/>
    </w:pPr>
  </w:p>
  <w:p w14:paraId="5120A0C5" w14:textId="77777777" w:rsidR="006C3466" w:rsidRPr="00441393" w:rsidRDefault="006C3466" w:rsidP="00441393">
    <w:pPr>
      <w:pStyle w:val="DocumentHistory"/>
    </w:pPr>
    <w:r>
      <w:t>DOCUMENT revision</w:t>
    </w:r>
  </w:p>
  <w:p w14:paraId="6BC48ED7" w14:textId="77777777" w:rsidR="006C3466" w:rsidRPr="00ED2A8D" w:rsidRDefault="006C3466" w:rsidP="008747E0">
    <w:pPr>
      <w:pStyle w:val="Header"/>
    </w:pPr>
  </w:p>
  <w:p w14:paraId="6EA8AFCF" w14:textId="77777777" w:rsidR="006C3466" w:rsidRPr="00AC33A2" w:rsidRDefault="006C34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67292" w14:textId="77777777" w:rsidR="006C3466" w:rsidRDefault="007B1451">
    <w:pPr>
      <w:pStyle w:val="Header"/>
    </w:pPr>
    <w:r>
      <w:rPr>
        <w:noProof/>
      </w:rPr>
      <w:pict w14:anchorId="73BD6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921022">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81B6A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6041" w14:textId="77777777" w:rsidR="006C3466" w:rsidRDefault="007B1451">
    <w:pPr>
      <w:pStyle w:val="Header"/>
    </w:pPr>
    <w:r>
      <w:rPr>
        <w:noProof/>
      </w:rPr>
      <w:pict w14:anchorId="3548F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B477F2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D78A" w14:textId="77777777" w:rsidR="006C3466" w:rsidRPr="00667792" w:rsidRDefault="006C3466" w:rsidP="00667792">
    <w:pPr>
      <w:pStyle w:val="Header"/>
    </w:pPr>
    <w:r>
      <w:rPr>
        <w:noProof/>
        <w:lang w:eastAsia="en-GB"/>
      </w:rPr>
      <w:drawing>
        <wp:anchor distT="0" distB="0" distL="114300" distR="114300" simplePos="0" relativeHeight="251680768" behindDoc="1" locked="0" layoutInCell="1" allowOverlap="1" wp14:anchorId="10E70F56" wp14:editId="0B4400E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5955D" w14:textId="77777777" w:rsidR="006C3466" w:rsidRDefault="007B1451">
    <w:pPr>
      <w:pStyle w:val="Header"/>
    </w:pPr>
    <w:r>
      <w:rPr>
        <w:noProof/>
      </w:rPr>
      <w:pict w14:anchorId="4AE278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40373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3"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1"/>
  </w:num>
  <w:num w:numId="4">
    <w:abstractNumId w:val="16"/>
  </w:num>
  <w:num w:numId="5">
    <w:abstractNumId w:val="15"/>
  </w:num>
  <w:num w:numId="6">
    <w:abstractNumId w:val="9"/>
  </w:num>
  <w:num w:numId="7">
    <w:abstractNumId w:val="26"/>
  </w:num>
  <w:num w:numId="8">
    <w:abstractNumId w:val="14"/>
  </w:num>
  <w:num w:numId="9">
    <w:abstractNumId w:val="24"/>
  </w:num>
  <w:num w:numId="10">
    <w:abstractNumId w:val="13"/>
  </w:num>
  <w:num w:numId="11">
    <w:abstractNumId w:val="20"/>
  </w:num>
  <w:num w:numId="12">
    <w:abstractNumId w:val="11"/>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2"/>
  </w:num>
  <w:num w:numId="18">
    <w:abstractNumId w:val="19"/>
  </w:num>
  <w:num w:numId="19">
    <w:abstractNumId w:val="27"/>
  </w:num>
  <w:num w:numId="20">
    <w:abstractNumId w:val="25"/>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num>
  <w:num w:numId="25">
    <w:abstractNumId w:val="6"/>
  </w:num>
  <w:num w:numId="26">
    <w:abstractNumId w:val="5"/>
  </w:num>
  <w:num w:numId="27">
    <w:abstractNumId w:val="4"/>
  </w:num>
  <w:num w:numId="28">
    <w:abstractNumId w:val="3"/>
  </w:num>
  <w:num w:numId="29">
    <w:abstractNumId w:val="1"/>
  </w:num>
  <w:num w:numId="30">
    <w:abstractNumId w:val="0"/>
  </w:num>
  <w:num w:numId="31">
    <w:abstractNumId w:val="23"/>
  </w:num>
  <w:num w:numId="32">
    <w:abstractNumId w:val="23"/>
  </w:num>
  <w:num w:numId="33">
    <w:abstractNumId w:val="23"/>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47"/>
    <w:rsid w:val="0000406F"/>
    <w:rsid w:val="00004DBA"/>
    <w:rsid w:val="00007062"/>
    <w:rsid w:val="00016148"/>
    <w:rsid w:val="0001672D"/>
    <w:rsid w:val="000174F9"/>
    <w:rsid w:val="00023C4D"/>
    <w:rsid w:val="000258F6"/>
    <w:rsid w:val="00027F36"/>
    <w:rsid w:val="000379A7"/>
    <w:rsid w:val="00040954"/>
    <w:rsid w:val="00040EB8"/>
    <w:rsid w:val="00047206"/>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E416D"/>
    <w:rsid w:val="001F08DA"/>
    <w:rsid w:val="00201337"/>
    <w:rsid w:val="002022EA"/>
    <w:rsid w:val="00205B17"/>
    <w:rsid w:val="00205D9B"/>
    <w:rsid w:val="002147A0"/>
    <w:rsid w:val="002162EC"/>
    <w:rsid w:val="002204DA"/>
    <w:rsid w:val="0022371A"/>
    <w:rsid w:val="002251A9"/>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77127"/>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277"/>
    <w:rsid w:val="00406331"/>
    <w:rsid w:val="004076B9"/>
    <w:rsid w:val="00416165"/>
    <w:rsid w:val="00424475"/>
    <w:rsid w:val="00434484"/>
    <w:rsid w:val="00441393"/>
    <w:rsid w:val="00443866"/>
    <w:rsid w:val="0044432C"/>
    <w:rsid w:val="0044753A"/>
    <w:rsid w:val="00447CF0"/>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1451"/>
    <w:rsid w:val="007B395C"/>
    <w:rsid w:val="007B6A93"/>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40148"/>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71591"/>
    <w:rsid w:val="00974564"/>
    <w:rsid w:val="00974E99"/>
    <w:rsid w:val="009764FA"/>
    <w:rsid w:val="00980192"/>
    <w:rsid w:val="009846A9"/>
    <w:rsid w:val="0098773E"/>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430D"/>
    <w:rsid w:val="00A24838"/>
    <w:rsid w:val="00A31F08"/>
    <w:rsid w:val="00A326AC"/>
    <w:rsid w:val="00A337ED"/>
    <w:rsid w:val="00A4078E"/>
    <w:rsid w:val="00A4308C"/>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22B5"/>
    <w:rsid w:val="00CF2A39"/>
    <w:rsid w:val="00CF311D"/>
    <w:rsid w:val="00D03225"/>
    <w:rsid w:val="00D12F28"/>
    <w:rsid w:val="00D1463A"/>
    <w:rsid w:val="00D21C6A"/>
    <w:rsid w:val="00D3700C"/>
    <w:rsid w:val="00D40847"/>
    <w:rsid w:val="00D43795"/>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C3C47"/>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BF81E54"/>
  <w15:docId w15:val="{355F3226-F236-4F14-B849-CDFE7416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34F1"/>
    <w:pPr>
      <w:spacing w:after="0" w:line="216" w:lineRule="atLeast"/>
    </w:pPr>
    <w:rPr>
      <w:sz w:val="18"/>
      <w:lang w:val="en-GB"/>
    </w:rPr>
  </w:style>
  <w:style w:type="paragraph" w:styleId="Heading1">
    <w:name w:val="heading 1"/>
    <w:next w:val="Heading2separationline"/>
    <w:link w:val="Heading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3947A1"/>
    <w:pPr>
      <w:numPr>
        <w:ilvl w:val="1"/>
      </w:numPr>
      <w:ind w:right="709"/>
      <w:outlineLvl w:val="1"/>
    </w:pPr>
    <w:rPr>
      <w:bCs w:val="0"/>
      <w:sz w:val="24"/>
    </w:rPr>
  </w:style>
  <w:style w:type="paragraph" w:styleId="Heading3">
    <w:name w:val="heading 3"/>
    <w:basedOn w:val="Heading2"/>
    <w:next w:val="BodyText"/>
    <w:link w:val="Heading3Char"/>
    <w:qFormat/>
    <w:rsid w:val="00FA37F7"/>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FA37F7"/>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47A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47A1"/>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FA37F7"/>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FA37F7"/>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FA37F7"/>
    <w:rPr>
      <w:rFonts w:asciiTheme="majorHAnsi" w:eastAsiaTheme="majorEastAsia" w:hAnsiTheme="majorHAnsi" w:cstheme="majorBidi"/>
      <w:bCs/>
      <w:color w:val="00558C"/>
      <w:szCs w:val="28"/>
      <w:lang w:val="en-GB" w:eastAsia="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55BE"/>
    <w:pPr>
      <w:numPr>
        <w:numId w:val="18"/>
      </w:numPr>
      <w:spacing w:after="120"/>
      <w:ind w:left="992" w:hanging="425"/>
    </w:pPr>
    <w:rPr>
      <w:color w:val="000000" w:themeColor="text1"/>
      <w:sz w:val="22"/>
    </w:rPr>
  </w:style>
  <w:style w:type="paragraph" w:customStyle="1" w:styleId="Bullet1text">
    <w:name w:val="Bullet 1 text"/>
    <w:basedOn w:val="Normal"/>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174347"/>
    <w:pPr>
      <w:tabs>
        <w:tab w:val="left" w:pos="1418"/>
      </w:tabs>
      <w:ind w:left="1418" w:hanging="1418"/>
    </w:pPr>
    <w:rPr>
      <w:b w:val="0"/>
      <w:i/>
      <w:caps w:val="0"/>
      <w:sz w:val="22"/>
    </w:rPr>
  </w:style>
  <w:style w:type="paragraph" w:customStyle="1" w:styleId="Tabletext">
    <w:name w:val="Table text"/>
    <w:basedOn w:val="Normal"/>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BodyText"/>
    <w:qFormat/>
    <w:rsid w:val="00FA37F7"/>
    <w:pPr>
      <w:numPr>
        <w:ilvl w:val="3"/>
      </w:numPr>
    </w:pPr>
    <w:rPr>
      <w:smallCaps w:val="0"/>
      <w:sz w:val="22"/>
    </w:rPr>
  </w:style>
  <w:style w:type="paragraph" w:customStyle="1" w:styleId="AppendixHead5">
    <w:name w:val="Appendix Head 5"/>
    <w:basedOn w:val="AppendixHead4"/>
    <w:next w:val="BodyText"/>
    <w:qFormat/>
    <w:rsid w:val="00FA37F7"/>
    <w:pPr>
      <w:numPr>
        <w:ilvl w:val="4"/>
      </w:numPr>
      <w:ind w:left="1701" w:hanging="1701"/>
    </w:pPr>
    <w:rPr>
      <w:b w:val="0"/>
    </w:rPr>
  </w:style>
  <w:style w:type="paragraph" w:styleId="BodyText">
    <w:name w:val="Body Text"/>
    <w:basedOn w:val="Normal"/>
    <w:link w:val="BodyTextChar"/>
    <w:unhideWhenUsed/>
    <w:qFormat/>
    <w:rsid w:val="00805232"/>
    <w:pPr>
      <w:spacing w:after="120"/>
      <w:jc w:val="both"/>
    </w:pPr>
    <w:rPr>
      <w:sz w:val="22"/>
    </w:rPr>
  </w:style>
  <w:style w:type="character" w:customStyle="1" w:styleId="BodyTextChar">
    <w:name w:val="Body Text Char"/>
    <w:basedOn w:val="DefaultParagraphFont"/>
    <w:link w:val="BodyText"/>
    <w:rsid w:val="00805232"/>
    <w:rPr>
      <w:lang w:val="en-GB"/>
    </w:rPr>
  </w:style>
  <w:style w:type="paragraph" w:customStyle="1" w:styleId="AppendixtitleHead1">
    <w:name w:val="Appendix title (Head 1)"/>
    <w:next w:val="Normal"/>
    <w:qFormat/>
    <w:rsid w:val="003947A1"/>
    <w:pPr>
      <w:numPr>
        <w:numId w:val="2"/>
      </w:numPr>
      <w:spacing w:before="120" w:after="240" w:line="240" w:lineRule="auto"/>
    </w:pPr>
    <w:rPr>
      <w:rFonts w:eastAsia="Calibri" w:cs="Calibri"/>
      <w:b/>
      <w:bCs/>
      <w:caps/>
      <w:color w:val="00558C"/>
      <w:sz w:val="28"/>
      <w:szCs w:val="28"/>
      <w:lang w:val="en-GB"/>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6"/>
      </w:numPr>
      <w:spacing w:after="120"/>
      <w:jc w:val="both"/>
    </w:pPr>
    <w:rPr>
      <w:sz w:val="22"/>
    </w:rPr>
  </w:style>
  <w:style w:type="paragraph" w:customStyle="1" w:styleId="Lista">
    <w:name w:val="List a"/>
    <w:basedOn w:val="Normal"/>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6F16E6"/>
    <w:pPr>
      <w:numPr>
        <w:numId w:val="12"/>
      </w:numPr>
      <w:spacing w:after="240"/>
      <w:jc w:val="center"/>
    </w:pPr>
    <w:rPr>
      <w:b w:val="0"/>
      <w:u w:val="none"/>
    </w:rPr>
  </w:style>
  <w:style w:type="paragraph" w:styleId="TOC4">
    <w:name w:val="toc 4"/>
    <w:basedOn w:val="NormalWeb"/>
    <w:next w:val="Normal"/>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32845"/>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4"/>
      </w:numPr>
    </w:pPr>
  </w:style>
  <w:style w:type="paragraph" w:styleId="TOC5">
    <w:name w:val="toc 5"/>
    <w:basedOn w:val="Normal"/>
    <w:next w:val="Normal"/>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C955BE"/>
    <w:rPr>
      <w:color w:val="000000" w:themeColor="text1"/>
      <w:lang w:val="en-GB"/>
    </w:rPr>
  </w:style>
  <w:style w:type="paragraph" w:customStyle="1" w:styleId="Bullet2text">
    <w:name w:val="Bullet 2 text"/>
    <w:basedOn w:val="Normal"/>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number">
    <w:name w:val="Equation number"/>
    <w:basedOn w:val="BodyText"/>
    <w:next w:val="BodyText"/>
    <w:link w:val="EquationnumberChar"/>
    <w:qFormat/>
    <w:rsid w:val="004E4EC6"/>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BodyText"/>
    <w:qFormat/>
    <w:rsid w:val="00CF2A39"/>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semiHidden/>
    <w:rsid w:val="00BB34F1"/>
    <w:pPr>
      <w:spacing w:after="0" w:line="240" w:lineRule="auto"/>
    </w:pPr>
    <w:rPr>
      <w:sz w:val="18"/>
      <w:lang w:val="en-GB"/>
    </w:r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qFormat/>
    <w:rsid w:val="00861B7F"/>
    <w:pPr>
      <w:spacing w:before="60" w:after="60"/>
      <w:ind w:left="113" w:right="113"/>
      <w:jc w:val="center"/>
    </w:pPr>
    <w:rPr>
      <w:b/>
      <w:color w:val="00558C"/>
      <w:sz w:val="20"/>
      <w:lang w:val="en-US"/>
    </w:rPr>
  </w:style>
  <w:style w:type="paragraph" w:customStyle="1" w:styleId="Bullet3">
    <w:name w:val="Bullet 3"/>
    <w:basedOn w:val="Normal"/>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BB34F1"/>
    <w:pPr>
      <w:ind w:left="2268" w:hanging="567"/>
    </w:pPr>
    <w:rPr>
      <w:sz w:val="20"/>
    </w:rPr>
  </w:style>
  <w:style w:type="paragraph" w:customStyle="1" w:styleId="Bullet3text">
    <w:name w:val="Bullet 3 text"/>
    <w:basedOn w:val="Normal"/>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7A4084"/>
    <w:pPr>
      <w:numPr>
        <w:numId w:val="21"/>
      </w:numPr>
      <w:spacing w:before="60"/>
    </w:pPr>
  </w:style>
  <w:style w:type="character" w:customStyle="1" w:styleId="FurtherreadingChar">
    <w:name w:val="Further reading Char"/>
    <w:basedOn w:val="BodyTextChar"/>
    <w:link w:val="Furtherreading"/>
    <w:rsid w:val="007A4084"/>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19707C"/>
    <w:rPr>
      <w:b/>
      <w:color w:val="00558C"/>
      <w:sz w:val="28"/>
    </w:rPr>
  </w:style>
  <w:style w:type="character" w:customStyle="1" w:styleId="MRNChar">
    <w:name w:val="MRN Char"/>
    <w:basedOn w:val="DefaultParagraphFont"/>
    <w:link w:val="MRN"/>
    <w:rsid w:val="0019707C"/>
    <w:rPr>
      <w:b/>
      <w:color w:val="00558C"/>
      <w:sz w:val="28"/>
      <w:lang w:val="en-GB"/>
    </w:rPr>
  </w:style>
  <w:style w:type="paragraph" w:customStyle="1" w:styleId="AnnextitleHead1">
    <w:name w:val="Annex title Head 1"/>
    <w:basedOn w:val="Normal"/>
    <w:next w:val="BodyTex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4E4EC6"/>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4E4EC6"/>
    <w:pPr>
      <w:tabs>
        <w:tab w:val="num" w:pos="360"/>
      </w:tabs>
      <w:ind w:left="360" w:hanging="360"/>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 w:type="paragraph" w:customStyle="1" w:styleId="Bullet1-recommendation">
    <w:name w:val="Bullet 1 - recommendation"/>
    <w:basedOn w:val="Normal"/>
    <w:qFormat/>
    <w:rsid w:val="00377127"/>
    <w:pPr>
      <w:spacing w:after="120" w:line="240" w:lineRule="auto"/>
      <w:ind w:left="992" w:hanging="42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1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mware-host\Shared%20Folders\Documents\IALA\VTS\VTS50\WG2%20-Task%202.3.2%20IVEF\Rxxxx%20Template%20for%20IALA%20Recommendation%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9" ma:contentTypeDescription="Crée un document." ma:contentTypeScope="" ma:versionID="f59246550bd1bd5ed2e1c1bc6f314db6">
  <xsd:schema xmlns:xsd="http://www.w3.org/2001/XMLSchema" xmlns:xs="http://www.w3.org/2001/XMLSchema" xmlns:p="http://schemas.microsoft.com/office/2006/metadata/properties" xmlns:ns2="1bfdac25-5417-4dce-b783-1e79583e09c2" targetNamespace="http://schemas.microsoft.com/office/2006/metadata/properties" ma:root="true" ma:fieldsID="8a91dc94570e7f393cad52dae1eae5b6" ns2:_="">
    <xsd:import namespace="1bfdac25-5417-4dce-b783-1e79583e09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purl.org/dc/terms/"/>
    <ds:schemaRef ds:uri="http://schemas.openxmlformats.org/package/2006/metadata/core-properties"/>
    <ds:schemaRef ds:uri="http://purl.org/dc/dcmitype/"/>
    <ds:schemaRef ds:uri="http://schemas.microsoft.com/office/2006/documentManagement/types"/>
    <ds:schemaRef ds:uri="1bfdac25-5417-4dce-b783-1e79583e09c2"/>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5824CCE3-7F6D-42B1-9CD1-22A3C634B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F18204-3891-43AC-9FEA-AF917276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10</TotalTime>
  <Pages>7</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IALA Recommendation</vt:lpstr>
    </vt:vector>
  </TitlesOfParts>
  <Manager>IALA</Manager>
  <Company>IALA</Company>
  <LinksUpToDate>false</LinksUpToDate>
  <CharactersWithSpaces>4232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Hogendoorn, Rene</dc:creator>
  <cp:keywords/>
  <dc:description/>
  <cp:lastModifiedBy>Hogendoorn, Rene</cp:lastModifiedBy>
  <cp:revision>2</cp:revision>
  <dcterms:created xsi:type="dcterms:W3CDTF">2021-03-15T20:47:00Z</dcterms:created>
  <dcterms:modified xsi:type="dcterms:W3CDTF">2021-03-15T21:13:00Z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